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083BDE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083BDE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083BDE" w:rsidRPr="00083BDE">
        <w:rPr>
          <w:rStyle w:val="a9"/>
        </w:rPr>
        <w:t xml:space="preserve"> Общество с ограниченной ответственностью «</w:t>
      </w:r>
      <w:proofErr w:type="spellStart"/>
      <w:r w:rsidR="00083BDE" w:rsidRPr="00083BDE">
        <w:rPr>
          <w:rStyle w:val="a9"/>
        </w:rPr>
        <w:t>Биянковский</w:t>
      </w:r>
      <w:proofErr w:type="spellEnd"/>
      <w:r w:rsidR="00083BDE" w:rsidRPr="00083BDE">
        <w:rPr>
          <w:rStyle w:val="a9"/>
        </w:rPr>
        <w:t xml:space="preserve"> щебеночный завод»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АУП</w:t>
            </w:r>
          </w:p>
        </w:tc>
        <w:tc>
          <w:tcPr>
            <w:tcW w:w="3686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Производственно-технический отдел, единая диспетчерская служба</w:t>
            </w:r>
          </w:p>
        </w:tc>
        <w:tc>
          <w:tcPr>
            <w:tcW w:w="3686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АТЦ</w:t>
            </w:r>
          </w:p>
        </w:tc>
        <w:tc>
          <w:tcPr>
            <w:tcW w:w="3686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jc w:val="left"/>
            </w:pPr>
            <w:r>
              <w:t>3. Машинист бульдозера (кар</w:t>
            </w:r>
            <w:r>
              <w:t>ь</w:t>
            </w:r>
            <w:r>
              <w:t>ер)</w:t>
            </w:r>
          </w:p>
        </w:tc>
        <w:tc>
          <w:tcPr>
            <w:tcW w:w="3686" w:type="dxa"/>
            <w:vAlign w:val="center"/>
          </w:tcPr>
          <w:p w:rsidR="00083BDE" w:rsidRPr="00063DF1" w:rsidRDefault="00083BDE" w:rsidP="00DB70BA">
            <w:pPr>
              <w:pStyle w:val="aa"/>
            </w:pPr>
            <w:r>
              <w:t>Аэрозоли ПФД: Провести мероприятия по герметизации кабины</w:t>
            </w:r>
          </w:p>
        </w:tc>
        <w:tc>
          <w:tcPr>
            <w:tcW w:w="2835" w:type="dxa"/>
            <w:vAlign w:val="center"/>
          </w:tcPr>
          <w:p w:rsidR="00083BDE" w:rsidRPr="00063DF1" w:rsidRDefault="00083BDE" w:rsidP="00DB70BA">
            <w:pPr>
              <w:pStyle w:val="aa"/>
            </w:pPr>
            <w:r>
              <w:t xml:space="preserve">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Горный цех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jc w:val="left"/>
            </w:pPr>
            <w:r>
              <w:t>4. Начальник цеха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Аэрозоли ПФД: Для снижения пылео</w:t>
            </w:r>
            <w:r>
              <w:t>б</w:t>
            </w:r>
            <w:r>
              <w:t>разования при экскавации горной массы в теплые периоды года необходимо проводить систематическое орошение взорванной горной массы водой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jc w:val="left"/>
            </w:pPr>
            <w:r>
              <w:t>5. Машинист экскаватора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Аэрозоли ПФД: Провести мероприятия по герметизации кабины</w:t>
            </w:r>
            <w:r w:rsidR="00CC4F09">
              <w:t>.</w:t>
            </w:r>
          </w:p>
          <w:p w:rsidR="00CC4F09" w:rsidRDefault="00CC4F0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Default="00083BDE" w:rsidP="00083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>общ):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Дробильно-сортировочная фабрика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jc w:val="left"/>
            </w:pPr>
            <w:r>
              <w:t>6. Начальник цеха</w:t>
            </w:r>
          </w:p>
        </w:tc>
        <w:tc>
          <w:tcPr>
            <w:tcW w:w="3686" w:type="dxa"/>
            <w:vAlign w:val="center"/>
          </w:tcPr>
          <w:p w:rsidR="00083BDE" w:rsidRDefault="00083BDE" w:rsidP="001357BE">
            <w:pPr>
              <w:pStyle w:val="aa"/>
            </w:pPr>
            <w:r>
              <w:t>Аэрозоли ПФД: Для снижения пылео</w:t>
            </w:r>
            <w:r>
              <w:t>б</w:t>
            </w:r>
            <w:r>
              <w:t xml:space="preserve">разования при </w:t>
            </w:r>
            <w:r w:rsidR="001357BE" w:rsidRPr="001357BE">
              <w:rPr>
                <w:color w:val="FF0000"/>
              </w:rPr>
              <w:t xml:space="preserve">дроблении </w:t>
            </w:r>
            <w:r>
              <w:t>горной массы в теплые периоды года необходимо проводить систематическое орошение взорванной горной массы водой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вредного влияния АПФД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Default="00083BDE" w:rsidP="00083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Аэрозоли ПФД: Применять сертифиц</w:t>
            </w:r>
            <w:r>
              <w:t>и</w:t>
            </w:r>
            <w:r>
              <w:t>рованные средства индивидуальной защиты органов дыхания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вредного влияния АПФД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i/>
              </w:rPr>
            </w:pPr>
            <w:r>
              <w:rPr>
                <w:i/>
              </w:rPr>
              <w:t>ДСФ №1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jc w:val="left"/>
            </w:pPr>
            <w:r>
              <w:t>7. Машинист конвейера 5 разр</w:t>
            </w:r>
            <w:r>
              <w:t>я</w:t>
            </w:r>
            <w:r>
              <w:t>да</w:t>
            </w:r>
          </w:p>
        </w:tc>
        <w:tc>
          <w:tcPr>
            <w:tcW w:w="3686" w:type="dxa"/>
            <w:vAlign w:val="center"/>
          </w:tcPr>
          <w:p w:rsidR="001357BE" w:rsidRDefault="00083BDE" w:rsidP="001357BE">
            <w:pPr>
              <w:pStyle w:val="aa"/>
              <w:jc w:val="left"/>
            </w:pPr>
            <w:r>
              <w:t xml:space="preserve">Аэрозоли ПФД: </w:t>
            </w:r>
            <w:r w:rsidR="001357BE">
              <w:t>Для снижения пылео</w:t>
            </w:r>
            <w:r w:rsidR="001357BE">
              <w:t>б</w:t>
            </w:r>
            <w:r w:rsidR="001357BE">
              <w:t xml:space="preserve">разования при </w:t>
            </w:r>
            <w:r w:rsidR="007D20DC">
              <w:rPr>
                <w:color w:val="FF0000"/>
              </w:rPr>
              <w:t>дроблении</w:t>
            </w:r>
            <w:r w:rsidR="001357BE">
              <w:rPr>
                <w:color w:val="FF0000"/>
              </w:rPr>
              <w:t xml:space="preserve"> </w:t>
            </w:r>
            <w:r w:rsidR="001357BE" w:rsidRPr="001357BE">
              <w:rPr>
                <w:color w:val="FF0000"/>
              </w:rPr>
              <w:t xml:space="preserve"> </w:t>
            </w:r>
            <w:r w:rsidR="007D20DC" w:rsidRPr="007D20DC">
              <w:rPr>
                <w:color w:val="FF0000"/>
              </w:rPr>
              <w:t>транспорт</w:t>
            </w:r>
            <w:r w:rsidR="007D20DC" w:rsidRPr="007D20DC">
              <w:rPr>
                <w:color w:val="FF0000"/>
              </w:rPr>
              <w:t>и</w:t>
            </w:r>
            <w:r w:rsidR="007D20DC" w:rsidRPr="007D20DC">
              <w:rPr>
                <w:color w:val="FF0000"/>
              </w:rPr>
              <w:t>руемого материала</w:t>
            </w:r>
            <w:r w:rsidR="001357BE">
              <w:t xml:space="preserve"> в теплые периоды года необходимо проводить системат</w:t>
            </w:r>
            <w:r w:rsidR="001357BE">
              <w:t>и</w:t>
            </w:r>
            <w:r w:rsidR="001357BE">
              <w:t xml:space="preserve">ческое орошение взорванной горной </w:t>
            </w:r>
            <w:r w:rsidR="001357BE">
              <w:lastRenderedPageBreak/>
              <w:t>массы водой.</w:t>
            </w:r>
          </w:p>
          <w:p w:rsidR="00083BDE" w:rsidRDefault="001357BE" w:rsidP="001357BE">
            <w:pPr>
              <w:pStyle w:val="aa"/>
              <w:jc w:val="left"/>
            </w:pPr>
            <w:r>
              <w:t xml:space="preserve"> </w:t>
            </w:r>
            <w:r w:rsidR="00083BDE">
              <w:t>Применять сертифицированные сре</w:t>
            </w:r>
            <w:r w:rsidR="00083BDE">
              <w:t>д</w:t>
            </w:r>
            <w:r w:rsidR="00083BDE">
              <w:t>ства индивидуальной защиты органов дыхания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lastRenderedPageBreak/>
              <w:t xml:space="preserve">Снижение вредного влияния АПФД </w:t>
            </w:r>
            <w:r w:rsidR="00CC4F09">
              <w:t xml:space="preserve">отнюдь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Default="00083BDE" w:rsidP="00083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Шум: Обеспечить работника эффекти</w:t>
            </w:r>
            <w:r>
              <w:t>в</w:t>
            </w:r>
            <w:r>
              <w:t>ными средствами защиты органов слуха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Default="00083BDE" w:rsidP="00083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i/>
              </w:rPr>
            </w:pPr>
            <w:r>
              <w:rPr>
                <w:i/>
              </w:rPr>
              <w:t>ДСФ №2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jc w:val="left"/>
            </w:pPr>
            <w:r>
              <w:t>8. Машинист конвейера 5 разр</w:t>
            </w:r>
            <w:r>
              <w:t>я</w:t>
            </w:r>
            <w:r>
              <w:t>да</w:t>
            </w:r>
          </w:p>
        </w:tc>
        <w:tc>
          <w:tcPr>
            <w:tcW w:w="3686" w:type="dxa"/>
            <w:vAlign w:val="center"/>
          </w:tcPr>
          <w:p w:rsidR="001357BE" w:rsidRDefault="001357BE" w:rsidP="001357BE">
            <w:pPr>
              <w:pStyle w:val="aa"/>
              <w:jc w:val="left"/>
            </w:pPr>
            <w:r>
              <w:t>Аэрозоли ПФД: Для снижения пылео</w:t>
            </w:r>
            <w:r>
              <w:t>б</w:t>
            </w:r>
            <w:r>
              <w:t xml:space="preserve">разования при </w:t>
            </w:r>
            <w:r w:rsidR="007D20DC">
              <w:rPr>
                <w:color w:val="FF0000"/>
              </w:rPr>
              <w:t xml:space="preserve">дроблении </w:t>
            </w:r>
            <w:r w:rsidR="007D20DC" w:rsidRPr="001357BE">
              <w:rPr>
                <w:color w:val="FF0000"/>
              </w:rPr>
              <w:t xml:space="preserve"> </w:t>
            </w:r>
            <w:r w:rsidR="007D20DC" w:rsidRPr="007D20DC">
              <w:rPr>
                <w:color w:val="FF0000"/>
              </w:rPr>
              <w:t>транспорт</w:t>
            </w:r>
            <w:r w:rsidR="007D20DC" w:rsidRPr="007D20DC">
              <w:rPr>
                <w:color w:val="FF0000"/>
              </w:rPr>
              <w:t>и</w:t>
            </w:r>
            <w:r w:rsidR="007D20DC" w:rsidRPr="007D20DC">
              <w:rPr>
                <w:color w:val="FF0000"/>
              </w:rPr>
              <w:t>руемого материала</w:t>
            </w:r>
            <w:r>
              <w:t xml:space="preserve"> в теплые периоды года необходимо проводить системат</w:t>
            </w:r>
            <w:r>
              <w:t>и</w:t>
            </w:r>
            <w:r>
              <w:t>ческое орошение взорванной горной массы водой.</w:t>
            </w:r>
          </w:p>
          <w:p w:rsidR="00083BDE" w:rsidRDefault="001357BE" w:rsidP="001357BE">
            <w:pPr>
              <w:pStyle w:val="aa"/>
              <w:jc w:val="left"/>
            </w:pPr>
            <w:r>
              <w:t xml:space="preserve"> Применять сертифицированные сре</w:t>
            </w:r>
            <w:r>
              <w:t>д</w:t>
            </w:r>
            <w:r>
              <w:t>ства индивидуальной защиты органов дыхания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вредного влияния АПФД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Default="00083BDE" w:rsidP="00083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Шум: Обеспечить работника эффекти</w:t>
            </w:r>
            <w:r>
              <w:t>в</w:t>
            </w:r>
            <w:r>
              <w:t>ными средствами защиты органов слуха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Default="00083BDE" w:rsidP="00083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погрузки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jc w:val="left"/>
            </w:pPr>
            <w:r>
              <w:t>9. Составитель поездов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Шум: Применение средств звукопогл</w:t>
            </w:r>
            <w:r>
              <w:t>о</w:t>
            </w:r>
            <w:r>
              <w:t>щения с дифференцированным раздел</w:t>
            </w:r>
            <w:r>
              <w:t>е</w:t>
            </w:r>
            <w:r>
              <w:t>нием шумов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Default="00083BDE" w:rsidP="00083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Автотранспортный цех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i/>
              </w:rPr>
            </w:pPr>
            <w:r>
              <w:rPr>
                <w:i/>
              </w:rPr>
              <w:t>Бригада водителей грузовых перевозок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jc w:val="left"/>
            </w:pPr>
            <w:r>
              <w:t>13. Водитель автомобиля (то</w:t>
            </w:r>
            <w:r>
              <w:t>п</w:t>
            </w:r>
            <w:r>
              <w:t>ливозаправщик)</w:t>
            </w:r>
          </w:p>
        </w:tc>
        <w:tc>
          <w:tcPr>
            <w:tcW w:w="3686" w:type="dxa"/>
            <w:vAlign w:val="center"/>
          </w:tcPr>
          <w:p w:rsidR="00083BDE" w:rsidRDefault="00083BDE" w:rsidP="001357BE">
            <w:pPr>
              <w:pStyle w:val="aa"/>
            </w:pPr>
            <w:r>
              <w:t>Аэрозоли ПФД: Для снижения пылео</w:t>
            </w:r>
            <w:r>
              <w:t>б</w:t>
            </w:r>
            <w:r>
              <w:t>разования в теплые периоды года нео</w:t>
            </w:r>
            <w:r>
              <w:t>б</w:t>
            </w:r>
            <w:r>
              <w:t xml:space="preserve">ходимо проводить систематическое орошение </w:t>
            </w:r>
            <w:r w:rsidR="001357BE">
              <w:t>технологических дорог</w:t>
            </w:r>
            <w:r>
              <w:t xml:space="preserve"> водой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Default="00083BDE" w:rsidP="00083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Аэрозоли ПФД: </w:t>
            </w:r>
            <w:r w:rsidR="001357BE" w:rsidRPr="001357BE">
              <w:rPr>
                <w:color w:val="FF0000"/>
              </w:rPr>
              <w:t>Провести мероприятия по герметизации кабины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вредного влияния АПФД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i/>
              </w:rPr>
            </w:pPr>
            <w:r>
              <w:rPr>
                <w:i/>
              </w:rPr>
              <w:t>Бригада водителей пассажи</w:t>
            </w:r>
            <w:r>
              <w:rPr>
                <w:i/>
              </w:rPr>
              <w:t>р</w:t>
            </w:r>
            <w:r>
              <w:rPr>
                <w:i/>
              </w:rPr>
              <w:t>ских перевозок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Единый ремонтный цех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i/>
              </w:rPr>
            </w:pPr>
            <w:r>
              <w:rPr>
                <w:i/>
              </w:rPr>
              <w:t>Ремонтно-строительный уч</w:t>
            </w:r>
            <w:r>
              <w:rPr>
                <w:i/>
              </w:rPr>
              <w:t>а</w:t>
            </w:r>
            <w:r>
              <w:rPr>
                <w:i/>
              </w:rPr>
              <w:t>сток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jc w:val="left"/>
            </w:pPr>
            <w:r>
              <w:lastRenderedPageBreak/>
              <w:t>18. Маляр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Шум: Обеспечить работника эффекти</w:t>
            </w:r>
            <w:r>
              <w:t>в</w:t>
            </w:r>
            <w:r>
              <w:t>ными средствами защиты органов слуха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Default="00083BDE" w:rsidP="00083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rPr>
                <w:i/>
              </w:rPr>
            </w:pPr>
            <w:r>
              <w:rPr>
                <w:i/>
              </w:rPr>
              <w:t>Ремонтный участок слесарей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Pr="00083BDE" w:rsidRDefault="00083BDE" w:rsidP="00083BDE">
            <w:pPr>
              <w:pStyle w:val="aa"/>
              <w:jc w:val="left"/>
            </w:pPr>
            <w:r>
              <w:t>19А. Токарь</w:t>
            </w: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Освещение: Модернизировать систему искусственного освещения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>Улучшение качества  освещ</w:t>
            </w:r>
            <w:r>
              <w:t>е</w:t>
            </w:r>
            <w:r>
              <w:t xml:space="preserve">ния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Default="00083BDE" w:rsidP="00083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  <w:tr w:rsidR="00083BDE" w:rsidRPr="00AF49A3" w:rsidTr="008B4051">
        <w:trPr>
          <w:jc w:val="center"/>
        </w:trPr>
        <w:tc>
          <w:tcPr>
            <w:tcW w:w="3049" w:type="dxa"/>
            <w:vAlign w:val="center"/>
          </w:tcPr>
          <w:p w:rsidR="00083BDE" w:rsidRDefault="00083BDE" w:rsidP="00083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83BDE" w:rsidRDefault="00083BDE" w:rsidP="00DB70BA">
            <w:pPr>
              <w:pStyle w:val="aa"/>
            </w:pPr>
            <w:r>
              <w:t>Шум: Обеспечить работника эффекти</w:t>
            </w:r>
            <w:r>
              <w:t>в</w:t>
            </w:r>
            <w:r>
              <w:t>ными средствами защиты органов слуха</w:t>
            </w:r>
          </w:p>
        </w:tc>
        <w:tc>
          <w:tcPr>
            <w:tcW w:w="2835" w:type="dxa"/>
            <w:vAlign w:val="center"/>
          </w:tcPr>
          <w:p w:rsidR="00083BDE" w:rsidRDefault="00083BDE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83BDE" w:rsidRPr="00063DF1" w:rsidRDefault="00083BDE" w:rsidP="00DB70BA">
            <w:pPr>
              <w:pStyle w:val="aa"/>
            </w:pPr>
          </w:p>
        </w:tc>
      </w:tr>
    </w:tbl>
    <w:p w:rsidR="00DB70BA" w:rsidRDefault="00DB70BA" w:rsidP="00DB70BA">
      <w:bookmarkStart w:id="1" w:name="_GoBack"/>
      <w:bookmarkEnd w:id="1"/>
    </w:p>
    <w:sectPr w:rsidR="00DB70BA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B8E" w:rsidRDefault="001B5B8E" w:rsidP="00083BDE">
      <w:r>
        <w:separator/>
      </w:r>
    </w:p>
  </w:endnote>
  <w:endnote w:type="continuationSeparator" w:id="0">
    <w:p w:rsidR="001B5B8E" w:rsidRDefault="001B5B8E" w:rsidP="00083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DE" w:rsidRDefault="00083BD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DE" w:rsidRDefault="00083BD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DE" w:rsidRDefault="00083BD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B8E" w:rsidRDefault="001B5B8E" w:rsidP="00083BDE">
      <w:r>
        <w:separator/>
      </w:r>
    </w:p>
  </w:footnote>
  <w:footnote w:type="continuationSeparator" w:id="0">
    <w:p w:rsidR="001B5B8E" w:rsidRDefault="001B5B8E" w:rsidP="00083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DE" w:rsidRDefault="00083BD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DE" w:rsidRDefault="00083BD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DE" w:rsidRDefault="00083BD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бщество с ограниченной ответственностью «Биянковский щебеночный завод» "/>
    <w:docVar w:name="doc_type" w:val="6"/>
    <w:docVar w:name="fill_date" w:val="       "/>
    <w:docVar w:name="org_guid" w:val="8EA5A52817BD4D769225AE48C2A57DAB"/>
    <w:docVar w:name="org_id" w:val="3"/>
    <w:docVar w:name="org_name" w:val="     "/>
    <w:docVar w:name="pers_guids" w:val="1FA50969BA854EBFA85F88B5106FD4EB@139-701-483 72"/>
    <w:docVar w:name="pers_snils" w:val="1FA50969BA854EBFA85F88B5106FD4EB@139-701-483 72"/>
    <w:docVar w:name="pred_dolg" w:val="Главный инженер"/>
    <w:docVar w:name="pred_fio" w:val="Камалов Владислав Минигалеевич"/>
    <w:docVar w:name="rbtd_name" w:val="Общество с ограниченной ответственностью «Биянковский щебеночный завод»"/>
    <w:docVar w:name="sv_docs" w:val="1"/>
  </w:docVars>
  <w:rsids>
    <w:rsidRoot w:val="00083BDE"/>
    <w:rsid w:val="0002033E"/>
    <w:rsid w:val="00056BFC"/>
    <w:rsid w:val="0007776A"/>
    <w:rsid w:val="00083BDE"/>
    <w:rsid w:val="00093D2E"/>
    <w:rsid w:val="000C5130"/>
    <w:rsid w:val="001357BE"/>
    <w:rsid w:val="00196135"/>
    <w:rsid w:val="001A7AC3"/>
    <w:rsid w:val="001B06AD"/>
    <w:rsid w:val="001B5B8E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D20DC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C4F09"/>
    <w:rsid w:val="00CD2568"/>
    <w:rsid w:val="00D01177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83B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83BDE"/>
    <w:rPr>
      <w:sz w:val="24"/>
    </w:rPr>
  </w:style>
  <w:style w:type="paragraph" w:styleId="ad">
    <w:name w:val="footer"/>
    <w:basedOn w:val="a"/>
    <w:link w:val="ae"/>
    <w:rsid w:val="00083B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83BD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83B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83BDE"/>
    <w:rPr>
      <w:sz w:val="24"/>
    </w:rPr>
  </w:style>
  <w:style w:type="paragraph" w:styleId="ad">
    <w:name w:val="footer"/>
    <w:basedOn w:val="a"/>
    <w:link w:val="ae"/>
    <w:rsid w:val="00083B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83BD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22</TotalTime>
  <Pages>3</Pages>
  <Words>404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kredo</dc:creator>
  <cp:lastModifiedBy>Матебарчук Станислав Юрьевич</cp:lastModifiedBy>
  <cp:revision>4</cp:revision>
  <dcterms:created xsi:type="dcterms:W3CDTF">2018-11-23T04:29:00Z</dcterms:created>
  <dcterms:modified xsi:type="dcterms:W3CDTF">2020-09-29T07:29:00Z</dcterms:modified>
</cp:coreProperties>
</file>