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1370D5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1370D5" w:rsidRPr="001370D5">
        <w:rPr>
          <w:rStyle w:val="a9"/>
        </w:rPr>
        <w:t xml:space="preserve"> Акционерное общество "Павловск Неруд"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Default="001370D5" w:rsidP="001370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Аппарат управления</w:t>
            </w:r>
          </w:p>
          <w:p w:rsidR="00723E3E" w:rsidRPr="001370D5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rPr>
                <w:i/>
              </w:rPr>
            </w:pPr>
            <w:r>
              <w:rPr>
                <w:i/>
              </w:rPr>
              <w:t>Технический отдел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DB70BA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rPr>
                <w:i/>
              </w:rPr>
            </w:pPr>
            <w:r>
              <w:rPr>
                <w:i/>
              </w:rPr>
              <w:t>Отдел главного механика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rPr>
                <w:i/>
              </w:rPr>
            </w:pPr>
            <w:r>
              <w:rPr>
                <w:i/>
              </w:rPr>
              <w:t>Отдел главного Энергетика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rPr>
                <w:i/>
              </w:rPr>
            </w:pPr>
            <w:r>
              <w:rPr>
                <w:i/>
              </w:rPr>
              <w:t>Служба исполнения ремонтов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rPr>
                <w:i/>
              </w:rPr>
            </w:pPr>
            <w:r>
              <w:rPr>
                <w:i/>
              </w:rPr>
              <w:t>Служба промышленной бе</w:t>
            </w:r>
            <w:r>
              <w:rPr>
                <w:i/>
              </w:rPr>
              <w:t>з</w:t>
            </w:r>
            <w:r>
              <w:rPr>
                <w:i/>
              </w:rPr>
              <w:t>опасности и охраны труда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rPr>
                <w:i/>
              </w:rPr>
            </w:pPr>
            <w:r>
              <w:rPr>
                <w:i/>
              </w:rPr>
              <w:t>Отдел связи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rPr>
                <w:i/>
              </w:rPr>
            </w:pPr>
            <w:r>
              <w:rPr>
                <w:i/>
              </w:rPr>
              <w:t>Отдел экономической защиты и внутреннего контроля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Default="001370D5" w:rsidP="001370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Карьер по добыче гранита</w:t>
            </w:r>
          </w:p>
          <w:p w:rsidR="00723E3E" w:rsidRPr="001370D5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jc w:val="left"/>
            </w:pPr>
            <w:r>
              <w:t>16. Директор карьера по добыче гранита</w:t>
            </w:r>
          </w:p>
        </w:tc>
        <w:tc>
          <w:tcPr>
            <w:tcW w:w="3686" w:type="dxa"/>
            <w:vAlign w:val="center"/>
          </w:tcPr>
          <w:p w:rsidR="001370D5" w:rsidRPr="00063DF1" w:rsidRDefault="00137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370D5" w:rsidRPr="00063DF1" w:rsidRDefault="001370D5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370D5" w:rsidRPr="00525C0D" w:rsidRDefault="00525C0D" w:rsidP="00DB70BA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370D5" w:rsidRPr="00063DF1" w:rsidRDefault="004F21AD" w:rsidP="00DB70BA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Default="001370D5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370D5" w:rsidRPr="00063DF1" w:rsidRDefault="00187560" w:rsidP="00DB70BA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370D5" w:rsidRPr="00063DF1" w:rsidRDefault="00187560" w:rsidP="00DB70BA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Pr="001370D5" w:rsidRDefault="00187560" w:rsidP="001370D5">
            <w:pPr>
              <w:pStyle w:val="aa"/>
              <w:jc w:val="left"/>
            </w:pPr>
            <w:r>
              <w:t>17. Главный инженер</w:t>
            </w: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Default="001370D5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Цех добычи</w:t>
            </w:r>
          </w:p>
          <w:p w:rsidR="00723E3E" w:rsidRPr="00723E3E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Pr="001370D5" w:rsidRDefault="00187560" w:rsidP="001370D5">
            <w:pPr>
              <w:pStyle w:val="aa"/>
              <w:jc w:val="left"/>
            </w:pPr>
            <w:r>
              <w:lastRenderedPageBreak/>
              <w:t>19. Мастер горный</w:t>
            </w: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Pr="001370D5" w:rsidRDefault="00187560" w:rsidP="001370D5">
            <w:pPr>
              <w:pStyle w:val="aa"/>
              <w:jc w:val="left"/>
            </w:pPr>
            <w:r>
              <w:t>20. Заместитель начальника цеха</w:t>
            </w: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Pr="001370D5" w:rsidRDefault="00187560" w:rsidP="001370D5">
            <w:pPr>
              <w:pStyle w:val="aa"/>
              <w:jc w:val="left"/>
            </w:pPr>
            <w:r>
              <w:t>21. Начальник цеха</w:t>
            </w: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Pr="001370D5" w:rsidRDefault="00187560" w:rsidP="001370D5">
            <w:pPr>
              <w:pStyle w:val="aa"/>
              <w:jc w:val="left"/>
            </w:pPr>
            <w:r>
              <w:t>22. Электромеханик</w:t>
            </w: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Pr="001370D5" w:rsidRDefault="00187560" w:rsidP="001370D5">
            <w:pPr>
              <w:pStyle w:val="aa"/>
              <w:jc w:val="left"/>
            </w:pPr>
            <w:r>
              <w:t>23А. Машинист экскаватора</w:t>
            </w: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Pr="001370D5" w:rsidRDefault="00187560" w:rsidP="001370D5">
            <w:pPr>
              <w:pStyle w:val="aa"/>
              <w:jc w:val="left"/>
            </w:pPr>
            <w:r>
              <w:t>24А. Помощник машиниста эк</w:t>
            </w:r>
            <w:r>
              <w:t>с</w:t>
            </w:r>
            <w:r>
              <w:t>каватора</w:t>
            </w: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87560" w:rsidRPr="00525C0D" w:rsidRDefault="00187560" w:rsidP="00187560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87560" w:rsidRPr="00AF49A3" w:rsidTr="008B4051">
        <w:trPr>
          <w:jc w:val="center"/>
        </w:trPr>
        <w:tc>
          <w:tcPr>
            <w:tcW w:w="3049" w:type="dxa"/>
            <w:vAlign w:val="center"/>
          </w:tcPr>
          <w:p w:rsidR="00187560" w:rsidRDefault="0018756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87560" w:rsidRDefault="0018756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87560" w:rsidRDefault="0018756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87560" w:rsidRPr="00063DF1" w:rsidRDefault="00187560" w:rsidP="00187560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87560" w:rsidRPr="00063DF1" w:rsidRDefault="00187560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723E3E" w:rsidRDefault="001370D5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Цех вскрыши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4B60D5" w:rsidRPr="00AF49A3" w:rsidTr="008B4051">
        <w:trPr>
          <w:jc w:val="center"/>
        </w:trPr>
        <w:tc>
          <w:tcPr>
            <w:tcW w:w="3049" w:type="dxa"/>
            <w:vAlign w:val="center"/>
          </w:tcPr>
          <w:p w:rsidR="004B60D5" w:rsidRPr="001370D5" w:rsidRDefault="004B60D5" w:rsidP="001370D5">
            <w:pPr>
              <w:pStyle w:val="aa"/>
              <w:jc w:val="left"/>
            </w:pPr>
            <w:r>
              <w:t>25. Мастер горный</w:t>
            </w:r>
          </w:p>
        </w:tc>
        <w:tc>
          <w:tcPr>
            <w:tcW w:w="3686" w:type="dxa"/>
            <w:vAlign w:val="center"/>
          </w:tcPr>
          <w:p w:rsidR="004B60D5" w:rsidRDefault="004B6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60D5" w:rsidRDefault="004B60D5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B60D5" w:rsidRPr="00525C0D" w:rsidRDefault="004B60D5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B60D5" w:rsidRPr="00063DF1" w:rsidRDefault="004B60D5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4B60D5" w:rsidRPr="00063DF1" w:rsidRDefault="004B60D5" w:rsidP="00DB70BA">
            <w:pPr>
              <w:pStyle w:val="aa"/>
            </w:pPr>
          </w:p>
        </w:tc>
      </w:tr>
      <w:tr w:rsidR="004B60D5" w:rsidRPr="00AF49A3" w:rsidTr="008B4051">
        <w:trPr>
          <w:jc w:val="center"/>
        </w:trPr>
        <w:tc>
          <w:tcPr>
            <w:tcW w:w="3049" w:type="dxa"/>
            <w:vAlign w:val="center"/>
          </w:tcPr>
          <w:p w:rsidR="004B60D5" w:rsidRDefault="004B60D5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60D5" w:rsidRDefault="004B6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60D5" w:rsidRDefault="004B60D5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B60D5" w:rsidRPr="00063DF1" w:rsidRDefault="004B60D5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B60D5" w:rsidRPr="00063DF1" w:rsidRDefault="004B60D5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B60D5" w:rsidRPr="00063DF1" w:rsidRDefault="004B60D5" w:rsidP="00DB70BA">
            <w:pPr>
              <w:pStyle w:val="aa"/>
            </w:pPr>
          </w:p>
        </w:tc>
      </w:tr>
      <w:tr w:rsidR="004B60D5" w:rsidRPr="00AF49A3" w:rsidTr="008B4051">
        <w:trPr>
          <w:jc w:val="center"/>
        </w:trPr>
        <w:tc>
          <w:tcPr>
            <w:tcW w:w="3049" w:type="dxa"/>
            <w:vAlign w:val="center"/>
          </w:tcPr>
          <w:p w:rsidR="004B60D5" w:rsidRDefault="004B60D5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60D5" w:rsidRDefault="004B6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60D5" w:rsidRDefault="004B60D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60D5" w:rsidRPr="00063DF1" w:rsidRDefault="004B60D5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B60D5" w:rsidRPr="00063DF1" w:rsidRDefault="004B60D5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B60D5" w:rsidRPr="00063DF1" w:rsidRDefault="004B60D5" w:rsidP="00DB70BA">
            <w:pPr>
              <w:pStyle w:val="aa"/>
            </w:pPr>
          </w:p>
        </w:tc>
      </w:tr>
      <w:tr w:rsidR="004B60D5" w:rsidRPr="00AF49A3" w:rsidTr="008B4051">
        <w:trPr>
          <w:jc w:val="center"/>
        </w:trPr>
        <w:tc>
          <w:tcPr>
            <w:tcW w:w="3049" w:type="dxa"/>
            <w:vAlign w:val="center"/>
          </w:tcPr>
          <w:p w:rsidR="004B60D5" w:rsidRPr="001370D5" w:rsidRDefault="004B60D5" w:rsidP="001370D5">
            <w:pPr>
              <w:pStyle w:val="aa"/>
              <w:jc w:val="left"/>
            </w:pPr>
            <w:r>
              <w:lastRenderedPageBreak/>
              <w:t>26. Заместитель начальника цеха</w:t>
            </w:r>
          </w:p>
        </w:tc>
        <w:tc>
          <w:tcPr>
            <w:tcW w:w="3686" w:type="dxa"/>
            <w:vAlign w:val="center"/>
          </w:tcPr>
          <w:p w:rsidR="004B60D5" w:rsidRDefault="004B6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60D5" w:rsidRDefault="004B60D5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B60D5" w:rsidRPr="00525C0D" w:rsidRDefault="004B60D5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B60D5" w:rsidRPr="00063DF1" w:rsidRDefault="004B60D5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4B60D5" w:rsidRPr="00063DF1" w:rsidRDefault="004B60D5" w:rsidP="00DB70BA">
            <w:pPr>
              <w:pStyle w:val="aa"/>
            </w:pPr>
          </w:p>
        </w:tc>
      </w:tr>
      <w:tr w:rsidR="004B60D5" w:rsidRPr="00AF49A3" w:rsidTr="008B4051">
        <w:trPr>
          <w:jc w:val="center"/>
        </w:trPr>
        <w:tc>
          <w:tcPr>
            <w:tcW w:w="3049" w:type="dxa"/>
            <w:vAlign w:val="center"/>
          </w:tcPr>
          <w:p w:rsidR="004B60D5" w:rsidRDefault="004B60D5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60D5" w:rsidRDefault="004B6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60D5" w:rsidRDefault="004B60D5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B60D5" w:rsidRPr="00063DF1" w:rsidRDefault="004B60D5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B60D5" w:rsidRPr="00063DF1" w:rsidRDefault="004B60D5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B60D5" w:rsidRPr="00063DF1" w:rsidRDefault="004B60D5" w:rsidP="00DB70BA">
            <w:pPr>
              <w:pStyle w:val="aa"/>
            </w:pPr>
          </w:p>
        </w:tc>
      </w:tr>
      <w:tr w:rsidR="004B60D5" w:rsidRPr="00AF49A3" w:rsidTr="008B4051">
        <w:trPr>
          <w:jc w:val="center"/>
        </w:trPr>
        <w:tc>
          <w:tcPr>
            <w:tcW w:w="3049" w:type="dxa"/>
            <w:vAlign w:val="center"/>
          </w:tcPr>
          <w:p w:rsidR="004B60D5" w:rsidRDefault="004B60D5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60D5" w:rsidRDefault="004B6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60D5" w:rsidRDefault="004B60D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60D5" w:rsidRPr="00525C0D" w:rsidRDefault="004B60D5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B60D5" w:rsidRPr="00063DF1" w:rsidRDefault="004B60D5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4B60D5" w:rsidRPr="00063DF1" w:rsidRDefault="004B60D5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27. Начальник цеха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28. Электромеханик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29А. Помощник машиниста эк</w:t>
            </w:r>
            <w:r>
              <w:t>с</w:t>
            </w:r>
            <w:r>
              <w:t>каватора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30А. Машинист экскаватора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Цех тракторно-бульдозерный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31. Мастер дорожный, занятый в карьере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32. Начальник цеха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lastRenderedPageBreak/>
              <w:t>33. Мастер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34. Машинист бульдозера (к</w:t>
            </w:r>
            <w:r>
              <w:t>о</w:t>
            </w:r>
            <w:r>
              <w:t>лесного)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35А. Машинист бульдозера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36А. Тракторист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37. Машинист автогрейдера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  <w:p w:rsidR="00723E3E" w:rsidRDefault="00723E3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837F59" w:rsidRPr="00AF49A3" w:rsidTr="0003612F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Pr="00837F59" w:rsidRDefault="00837F59" w:rsidP="00DB70BA">
            <w:pPr>
              <w:pStyle w:val="aa"/>
              <w:rPr>
                <w:b/>
              </w:rPr>
            </w:pPr>
            <w:r w:rsidRPr="00837F59">
              <w:rPr>
                <w:b/>
                <w:i/>
              </w:rPr>
              <w:lastRenderedPageBreak/>
              <w:t>Цех по ремонту горного оборудования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jc w:val="left"/>
            </w:pPr>
            <w:r>
              <w:t>38. Начальник цеха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370D5" w:rsidRPr="00063DF1" w:rsidRDefault="001F0AD8" w:rsidP="00DB70BA">
            <w:pPr>
              <w:pStyle w:val="aa"/>
            </w:pPr>
            <w:r w:rsidRPr="001F0AD8"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370D5" w:rsidRPr="00063DF1" w:rsidRDefault="001F0AD8" w:rsidP="00DB70BA">
            <w:pPr>
              <w:pStyle w:val="aa"/>
            </w:pPr>
            <w:r w:rsidRPr="001F0AD8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39. Электромеханик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40А. Слесарь дежурный и по ремонту оборудования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 xml:space="preserve">41А.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 сварке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837F59" w:rsidRPr="00AF49A3" w:rsidTr="004E048F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Цех по ремонту электрооборудования</w:t>
            </w:r>
          </w:p>
          <w:p w:rsidR="00723E3E" w:rsidRPr="00837F59" w:rsidRDefault="00723E3E" w:rsidP="00DB70BA">
            <w:pPr>
              <w:pStyle w:val="aa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42. Начальник цеха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43. Электромеханик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lastRenderedPageBreak/>
              <w:t>45А. Электрослесарь дежурный и по ремонту оборудования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837F59" w:rsidRPr="00AF49A3" w:rsidTr="009259C1">
        <w:trPr>
          <w:jc w:val="center"/>
        </w:trPr>
        <w:tc>
          <w:tcPr>
            <w:tcW w:w="9570" w:type="dxa"/>
            <w:gridSpan w:val="3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Цех по эксплуатации передвижных высоковольтных линий и дренажных систем в карьере</w:t>
            </w:r>
          </w:p>
          <w:p w:rsidR="00723E3E" w:rsidRPr="00837F59" w:rsidRDefault="00723E3E" w:rsidP="00DB70BA">
            <w:pPr>
              <w:pStyle w:val="aa"/>
              <w:rPr>
                <w:b/>
              </w:rPr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46. Начальник цеха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47. Электромеханик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48А. Машинист насосных уст</w:t>
            </w:r>
            <w:r>
              <w:t>а</w:t>
            </w:r>
            <w:r>
              <w:t>новок, занятый на дренажных работах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49А. Электромонтер по ремонту воздушных линий электропер</w:t>
            </w:r>
            <w:r>
              <w:t>е</w:t>
            </w:r>
            <w:r>
              <w:t>дачи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Цех буровой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50. Бурильщик шпуров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51. Начальник цеха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52. Заместитель начальника цеха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Pr="001370D5" w:rsidRDefault="001F0AD8" w:rsidP="001370D5">
            <w:pPr>
              <w:pStyle w:val="aa"/>
              <w:jc w:val="left"/>
            </w:pPr>
            <w:r>
              <w:t>53. Мастер горный</w:t>
            </w: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F0AD8" w:rsidRPr="00525C0D" w:rsidRDefault="001F0AD8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1F0AD8" w:rsidRPr="00AF49A3" w:rsidTr="008B4051">
        <w:trPr>
          <w:jc w:val="center"/>
        </w:trPr>
        <w:tc>
          <w:tcPr>
            <w:tcW w:w="3049" w:type="dxa"/>
            <w:vAlign w:val="center"/>
          </w:tcPr>
          <w:p w:rsidR="001F0AD8" w:rsidRDefault="001F0AD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0AD8" w:rsidRDefault="001F0AD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0AD8" w:rsidRDefault="001F0AD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1F0AD8" w:rsidRPr="00063DF1" w:rsidRDefault="001F0AD8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1F0AD8" w:rsidRPr="00063DF1" w:rsidRDefault="001F0AD8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Pr="001370D5" w:rsidRDefault="00CC5E53" w:rsidP="001370D5">
            <w:pPr>
              <w:pStyle w:val="aa"/>
              <w:jc w:val="left"/>
            </w:pPr>
            <w:r>
              <w:t>54. Электромеханик</w:t>
            </w: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C5E53" w:rsidRPr="00525C0D" w:rsidRDefault="00CC5E53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Pr="001370D5" w:rsidRDefault="00CC5E53" w:rsidP="001370D5">
            <w:pPr>
              <w:pStyle w:val="aa"/>
              <w:jc w:val="left"/>
            </w:pPr>
            <w:r>
              <w:t>55А. Машинист буровой уст</w:t>
            </w:r>
            <w:r>
              <w:t>а</w:t>
            </w:r>
            <w:r>
              <w:t>новки</w:t>
            </w: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C5E53" w:rsidRPr="00525C0D" w:rsidRDefault="00CC5E53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Pr="001370D5" w:rsidRDefault="00CC5E53" w:rsidP="001370D5">
            <w:pPr>
              <w:pStyle w:val="aa"/>
              <w:jc w:val="left"/>
            </w:pPr>
            <w:r>
              <w:t>56А. Помощник машиниста б</w:t>
            </w:r>
            <w:r>
              <w:t>у</w:t>
            </w:r>
            <w:r>
              <w:t>ровой установки</w:t>
            </w: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C5E53" w:rsidRPr="00525C0D" w:rsidRDefault="00CC5E53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Pr="001370D5" w:rsidRDefault="00CC5E53" w:rsidP="001370D5">
            <w:pPr>
              <w:pStyle w:val="aa"/>
              <w:jc w:val="left"/>
            </w:pPr>
            <w:r>
              <w:t>57.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C5E53" w:rsidRPr="00525C0D" w:rsidRDefault="00CC5E53" w:rsidP="00CC5E53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8B4051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C5E53" w:rsidRPr="00063DF1" w:rsidRDefault="00CC5E53" w:rsidP="00CC5E53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837F59" w:rsidRPr="00AF49A3" w:rsidTr="00B33E55">
        <w:trPr>
          <w:jc w:val="center"/>
        </w:trPr>
        <w:tc>
          <w:tcPr>
            <w:tcW w:w="9570" w:type="dxa"/>
            <w:gridSpan w:val="3"/>
            <w:vAlign w:val="center"/>
          </w:tcPr>
          <w:p w:rsidR="00837F59" w:rsidRPr="00837F59" w:rsidRDefault="00837F59" w:rsidP="00DB70BA">
            <w:pPr>
              <w:pStyle w:val="aa"/>
            </w:pPr>
            <w:r w:rsidRPr="00837F59">
              <w:rPr>
                <w:b/>
                <w:i/>
              </w:rPr>
              <w:t>Предприятие промышленного железнодорожного транспорта/ППЖТ/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Служба подвижного состава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837F59" w:rsidRPr="00AF49A3" w:rsidTr="00CC5E53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58. Машинист-инструктор лок</w:t>
            </w:r>
            <w:r>
              <w:t>о</w:t>
            </w:r>
            <w:r>
              <w:t>мотивных бригад (на теплов</w:t>
            </w:r>
            <w:r>
              <w:t>о</w:t>
            </w:r>
            <w:r>
              <w:t>зах)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</w:tcPr>
          <w:p w:rsidR="00837F59" w:rsidRPr="00CC5E53" w:rsidRDefault="00837F59" w:rsidP="00CC5E53">
            <w:pPr>
              <w:rPr>
                <w:sz w:val="18"/>
                <w:szCs w:val="18"/>
              </w:rPr>
            </w:pPr>
            <w:r w:rsidRPr="00CC5E53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837F59" w:rsidRDefault="00837F59" w:rsidP="00CC5E53">
            <w:r>
              <w:rPr>
                <w:sz w:val="20"/>
              </w:rPr>
              <w:t>ППЖТ</w:t>
            </w:r>
            <w:r w:rsidRPr="00CC5E53">
              <w:rPr>
                <w:sz w:val="20"/>
              </w:rPr>
              <w:t>,</w:t>
            </w:r>
            <w:r w:rsidRPr="002C60E4">
              <w:t xml:space="preserve">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CC5E53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lastRenderedPageBreak/>
              <w:t>Снижение времени  возде</w:t>
            </w:r>
            <w:r>
              <w:t>й</w:t>
            </w:r>
            <w:r>
              <w:lastRenderedPageBreak/>
              <w:t xml:space="preserve">ствия шума </w:t>
            </w:r>
          </w:p>
        </w:tc>
        <w:tc>
          <w:tcPr>
            <w:tcW w:w="1384" w:type="dxa"/>
          </w:tcPr>
          <w:p w:rsidR="00837F59" w:rsidRPr="00CC5E53" w:rsidRDefault="00837F59" w:rsidP="00CC5E53">
            <w:pPr>
              <w:rPr>
                <w:sz w:val="20"/>
              </w:rPr>
            </w:pPr>
            <w:r w:rsidRPr="00CC5E53">
              <w:rPr>
                <w:sz w:val="20"/>
              </w:rPr>
              <w:lastRenderedPageBreak/>
              <w:t xml:space="preserve">С 22.06.2020г </w:t>
            </w:r>
            <w:r w:rsidRPr="00CC5E53">
              <w:rPr>
                <w:sz w:val="20"/>
              </w:rPr>
              <w:lastRenderedPageBreak/>
              <w:t>и постоянно</w:t>
            </w:r>
          </w:p>
        </w:tc>
        <w:tc>
          <w:tcPr>
            <w:tcW w:w="3294" w:type="dxa"/>
          </w:tcPr>
          <w:p w:rsidR="00837F59" w:rsidRPr="00CC5E53" w:rsidRDefault="00837F59" w:rsidP="00CC5E53">
            <w:pPr>
              <w:rPr>
                <w:sz w:val="20"/>
              </w:rPr>
            </w:pPr>
            <w:r w:rsidRPr="00924E39">
              <w:rPr>
                <w:sz w:val="20"/>
              </w:rPr>
              <w:lastRenderedPageBreak/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C5E53" w:rsidRPr="00AF49A3" w:rsidTr="00CC5E53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</w:tcPr>
          <w:p w:rsidR="00CC5E53" w:rsidRPr="00D04B8D" w:rsidRDefault="00CC5E53" w:rsidP="00CC5E53">
            <w:pPr>
              <w:jc w:val="center"/>
            </w:pPr>
            <w:r w:rsidRPr="00D04B8D">
              <w:t>-//-</w:t>
            </w:r>
          </w:p>
        </w:tc>
        <w:tc>
          <w:tcPr>
            <w:tcW w:w="3294" w:type="dxa"/>
          </w:tcPr>
          <w:p w:rsidR="00CC5E53" w:rsidRDefault="00CC5E53" w:rsidP="00CC5E53">
            <w:pPr>
              <w:jc w:val="center"/>
            </w:pPr>
            <w:r w:rsidRPr="00D04B8D"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CC5E53">
        <w:trPr>
          <w:jc w:val="center"/>
        </w:trPr>
        <w:tc>
          <w:tcPr>
            <w:tcW w:w="3049" w:type="dxa"/>
            <w:vAlign w:val="center"/>
          </w:tcPr>
          <w:p w:rsidR="00CC5E53" w:rsidRPr="001370D5" w:rsidRDefault="00CC5E53" w:rsidP="001370D5">
            <w:pPr>
              <w:pStyle w:val="aa"/>
              <w:jc w:val="left"/>
            </w:pPr>
            <w:r>
              <w:t>59А. Машинист тепловоза</w:t>
            </w: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</w:tcPr>
          <w:p w:rsidR="00CC5E53" w:rsidRPr="00CC5E53" w:rsidRDefault="00CC5E53" w:rsidP="00CC5E53">
            <w:pPr>
              <w:rPr>
                <w:sz w:val="20"/>
              </w:rPr>
            </w:pPr>
            <w:r w:rsidRPr="00CC5E53">
              <w:rPr>
                <w:sz w:val="20"/>
              </w:rPr>
              <w:t>С 22.06.2020г и постоянно</w:t>
            </w:r>
          </w:p>
        </w:tc>
        <w:tc>
          <w:tcPr>
            <w:tcW w:w="3294" w:type="dxa"/>
          </w:tcPr>
          <w:p w:rsidR="00CC5E53" w:rsidRPr="00CC5E53" w:rsidRDefault="00924E39" w:rsidP="00CC5E53">
            <w:pPr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CC5E53" w:rsidRPr="00AF49A3" w:rsidTr="00CC5E53">
        <w:trPr>
          <w:jc w:val="center"/>
        </w:trPr>
        <w:tc>
          <w:tcPr>
            <w:tcW w:w="3049" w:type="dxa"/>
            <w:vAlign w:val="center"/>
          </w:tcPr>
          <w:p w:rsidR="00CC5E53" w:rsidRDefault="00CC5E53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C5E53" w:rsidRDefault="00CC5E53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C5E53" w:rsidRDefault="00CC5E5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</w:tcPr>
          <w:p w:rsidR="00CC5E53" w:rsidRPr="00D04B8D" w:rsidRDefault="00CC5E53" w:rsidP="00CC5E53">
            <w:pPr>
              <w:jc w:val="center"/>
            </w:pPr>
            <w:r w:rsidRPr="00D04B8D">
              <w:t>-//-</w:t>
            </w:r>
          </w:p>
        </w:tc>
        <w:tc>
          <w:tcPr>
            <w:tcW w:w="3294" w:type="dxa"/>
          </w:tcPr>
          <w:p w:rsidR="00CC5E53" w:rsidRDefault="00CC5E53" w:rsidP="00CC5E53">
            <w:pPr>
              <w:jc w:val="center"/>
            </w:pPr>
            <w:r w:rsidRPr="00D04B8D">
              <w:t>-//-</w:t>
            </w:r>
          </w:p>
        </w:tc>
        <w:tc>
          <w:tcPr>
            <w:tcW w:w="1315" w:type="dxa"/>
            <w:vAlign w:val="center"/>
          </w:tcPr>
          <w:p w:rsidR="00CC5E53" w:rsidRPr="00063DF1" w:rsidRDefault="00CC5E53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60. Машинист-инструктор лок</w:t>
            </w:r>
            <w:r>
              <w:t>о</w:t>
            </w:r>
            <w:r>
              <w:t>мотивных бригад (на тяговых агрегатах)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61А. Помощник машиниста те</w:t>
            </w:r>
            <w:r>
              <w:t>п</w:t>
            </w:r>
            <w:r>
              <w:t>ловоза, с выполнением обяза</w:t>
            </w:r>
            <w:r>
              <w:t>н</w:t>
            </w:r>
            <w:r>
              <w:t>ностей составителя поездов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 xml:space="preserve">62.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Default="00924E3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Pr="001370D5" w:rsidRDefault="00924E39" w:rsidP="001370D5">
            <w:pPr>
              <w:pStyle w:val="aa"/>
              <w:jc w:val="left"/>
            </w:pPr>
            <w:r>
              <w:t>63А. Машинист тягового агрег</w:t>
            </w:r>
            <w:r>
              <w:t>а</w:t>
            </w:r>
            <w:r>
              <w:t>та, занятый в карьере</w:t>
            </w: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64А. Помощник машиниста т</w:t>
            </w:r>
            <w:r>
              <w:t>я</w:t>
            </w:r>
            <w:r>
              <w:t>гового агрегата, занятый в кар</w:t>
            </w:r>
            <w:r>
              <w:t>ь</w:t>
            </w:r>
            <w:r>
              <w:t>ере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Служба пути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>66А. Машинист крана, занятый в карьере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lastRenderedPageBreak/>
              <w:t>Уменьшение времени конта</w:t>
            </w:r>
            <w:r>
              <w:t>к</w:t>
            </w:r>
            <w:r>
              <w:lastRenderedPageBreak/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lastRenderedPageBreak/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lastRenderedPageBreak/>
              <w:t>67А. Машинист железнодоро</w:t>
            </w:r>
            <w:r>
              <w:t>ж</w:t>
            </w:r>
            <w:r>
              <w:t>но-строительных машин, зан</w:t>
            </w:r>
            <w:r>
              <w:t>я</w:t>
            </w:r>
            <w:r>
              <w:t xml:space="preserve">тый в карьере по обслуживанию </w:t>
            </w:r>
            <w:proofErr w:type="spellStart"/>
            <w:r>
              <w:t>рихтовочных</w:t>
            </w:r>
            <w:proofErr w:type="spellEnd"/>
            <w:r>
              <w:t xml:space="preserve"> машин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 xml:space="preserve">68.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Default="00924E3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Pr="001370D5" w:rsidRDefault="00924E39" w:rsidP="001370D5">
            <w:pPr>
              <w:pStyle w:val="aa"/>
              <w:jc w:val="left"/>
            </w:pPr>
            <w:r>
              <w:t>69А. Мастер дорожный, занятый в карьере</w:t>
            </w: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Default="00924E3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Pr="001370D5" w:rsidRDefault="00924E39" w:rsidP="001370D5">
            <w:pPr>
              <w:pStyle w:val="aa"/>
              <w:jc w:val="left"/>
            </w:pPr>
            <w:r>
              <w:t>70А. Монтер пути, занятый в карьере</w:t>
            </w: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>71А. Машинист автомотрисы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Участок эксплуатации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>73. Диспетчер поездной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>74А. Дежурный стрелочного поста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Участок электрификации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>75А. Электромонтер контактной сети, занятый в карьере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 xml:space="preserve">76.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837F59" w:rsidRPr="00AF49A3" w:rsidTr="004C2B32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Pr="00837F59" w:rsidRDefault="00837F59" w:rsidP="00DB70BA">
            <w:pPr>
              <w:pStyle w:val="aa"/>
              <w:rPr>
                <w:b/>
              </w:rPr>
            </w:pPr>
            <w:r w:rsidRPr="00837F59">
              <w:rPr>
                <w:b/>
                <w:i/>
              </w:rPr>
              <w:t>Участок устройств сигнализации, централизации, блокировки и связи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Pr="001370D5" w:rsidRDefault="00C90C41" w:rsidP="001370D5">
            <w:pPr>
              <w:pStyle w:val="aa"/>
              <w:jc w:val="left"/>
            </w:pPr>
            <w:r>
              <w:t>79. Электромеханик, занятый в карьере</w:t>
            </w: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90C41" w:rsidRPr="00525C0D" w:rsidRDefault="00C90C41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90C41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C9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C90C41" w:rsidRDefault="00C90C41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90C41" w:rsidRDefault="00C9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90C41" w:rsidRDefault="00C9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90C41" w:rsidRPr="00063DF1" w:rsidRDefault="00C90C41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90C41" w:rsidRPr="00063DF1" w:rsidRDefault="00C90C41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80. Электромонтер устройств сигнализации, централизации и блокировки, занятый в карьере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381320" w:rsidRPr="00AF49A3" w:rsidTr="008B4051">
        <w:trPr>
          <w:jc w:val="center"/>
        </w:trPr>
        <w:tc>
          <w:tcPr>
            <w:tcW w:w="3049" w:type="dxa"/>
            <w:vAlign w:val="center"/>
          </w:tcPr>
          <w:p w:rsidR="00381320" w:rsidRDefault="0038132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381320" w:rsidRDefault="0038132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381320" w:rsidRDefault="0038132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381320" w:rsidRPr="00063DF1" w:rsidRDefault="00381320" w:rsidP="00DB70BA">
            <w:pPr>
              <w:pStyle w:val="aa"/>
            </w:pPr>
          </w:p>
        </w:tc>
      </w:tr>
      <w:tr w:rsidR="00837F59" w:rsidRPr="00AF49A3" w:rsidTr="00895089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Депо по ремонту подвижного состава</w:t>
            </w:r>
          </w:p>
          <w:p w:rsidR="00723E3E" w:rsidRPr="00837F59" w:rsidRDefault="00723E3E" w:rsidP="00DB70BA">
            <w:pPr>
              <w:pStyle w:val="aa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Локомотивный участок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381320" w:rsidRPr="00AF49A3" w:rsidTr="008B4051">
        <w:trPr>
          <w:jc w:val="center"/>
        </w:trPr>
        <w:tc>
          <w:tcPr>
            <w:tcW w:w="3049" w:type="dxa"/>
            <w:vAlign w:val="center"/>
          </w:tcPr>
          <w:p w:rsidR="00381320" w:rsidRPr="001370D5" w:rsidRDefault="00381320" w:rsidP="001370D5">
            <w:pPr>
              <w:pStyle w:val="aa"/>
              <w:jc w:val="left"/>
            </w:pPr>
            <w:r>
              <w:t xml:space="preserve">84А. Машинист крана </w:t>
            </w:r>
          </w:p>
        </w:tc>
        <w:tc>
          <w:tcPr>
            <w:tcW w:w="3686" w:type="dxa"/>
            <w:vAlign w:val="center"/>
          </w:tcPr>
          <w:p w:rsidR="00381320" w:rsidRDefault="0038132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381320" w:rsidRDefault="0038132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381320" w:rsidRPr="00525C0D" w:rsidRDefault="0038132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381320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381320" w:rsidRPr="00063DF1" w:rsidRDefault="00381320" w:rsidP="00DB70BA">
            <w:pPr>
              <w:pStyle w:val="aa"/>
            </w:pPr>
          </w:p>
        </w:tc>
      </w:tr>
      <w:tr w:rsidR="00381320" w:rsidRPr="00AF49A3" w:rsidTr="008B4051">
        <w:trPr>
          <w:jc w:val="center"/>
        </w:trPr>
        <w:tc>
          <w:tcPr>
            <w:tcW w:w="3049" w:type="dxa"/>
            <w:vAlign w:val="center"/>
          </w:tcPr>
          <w:p w:rsidR="00381320" w:rsidRPr="001370D5" w:rsidRDefault="00381320" w:rsidP="001370D5">
            <w:pPr>
              <w:pStyle w:val="aa"/>
              <w:jc w:val="left"/>
            </w:pPr>
            <w:r>
              <w:t>86А. Слесарь по ремонту п</w:t>
            </w:r>
            <w:r>
              <w:t>о</w:t>
            </w:r>
            <w:r>
              <w:t>движного состава</w:t>
            </w:r>
          </w:p>
        </w:tc>
        <w:tc>
          <w:tcPr>
            <w:tcW w:w="3686" w:type="dxa"/>
            <w:vAlign w:val="center"/>
          </w:tcPr>
          <w:p w:rsidR="00381320" w:rsidRDefault="0038132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381320" w:rsidRDefault="0038132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381320" w:rsidRPr="00063DF1" w:rsidRDefault="00381320" w:rsidP="00DB70BA">
            <w:pPr>
              <w:pStyle w:val="aa"/>
            </w:pPr>
          </w:p>
        </w:tc>
      </w:tr>
      <w:tr w:rsidR="00381320" w:rsidRPr="00AF49A3" w:rsidTr="008B4051">
        <w:trPr>
          <w:jc w:val="center"/>
        </w:trPr>
        <w:tc>
          <w:tcPr>
            <w:tcW w:w="3049" w:type="dxa"/>
            <w:vAlign w:val="center"/>
          </w:tcPr>
          <w:p w:rsidR="00381320" w:rsidRDefault="0038132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381320" w:rsidRDefault="0038132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381320" w:rsidRDefault="0038132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381320" w:rsidRPr="00063DF1" w:rsidRDefault="00381320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87. Слесарь по ремонту подви</w:t>
            </w:r>
            <w:r>
              <w:t>ж</w:t>
            </w:r>
            <w:r>
              <w:t>ного состава, с выполнением обязанностей составителя пое</w:t>
            </w:r>
            <w:r>
              <w:t>з</w:t>
            </w:r>
            <w:r>
              <w:t>дов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9A190B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837F59" w:rsidRPr="00924E39" w:rsidRDefault="00837F5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Pr="001370D5" w:rsidRDefault="00924E39" w:rsidP="001370D5">
            <w:pPr>
              <w:pStyle w:val="aa"/>
              <w:jc w:val="left"/>
            </w:pPr>
            <w:r>
              <w:t>88. Слесарь-электрик по ремо</w:t>
            </w:r>
            <w:r>
              <w:t>н</w:t>
            </w:r>
            <w:r>
              <w:t>ту оборудования</w:t>
            </w: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ППЖТ,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381320" w:rsidRPr="00AF49A3" w:rsidTr="008B4051">
        <w:trPr>
          <w:jc w:val="center"/>
        </w:trPr>
        <w:tc>
          <w:tcPr>
            <w:tcW w:w="3049" w:type="dxa"/>
            <w:vAlign w:val="center"/>
          </w:tcPr>
          <w:p w:rsidR="00381320" w:rsidRDefault="0038132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381320" w:rsidRDefault="0038132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381320" w:rsidRDefault="0038132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381320" w:rsidRPr="00063DF1" w:rsidRDefault="0038132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381320" w:rsidRPr="00063DF1" w:rsidRDefault="00381320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89. Слесарь-электрик по ремо</w:t>
            </w:r>
            <w:r>
              <w:t>н</w:t>
            </w:r>
            <w:r>
              <w:t>ту оборудования, с выполнением обязанностей составителя пое</w:t>
            </w:r>
            <w:r>
              <w:t>з</w:t>
            </w:r>
            <w:r>
              <w:t>дов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 xml:space="preserve">91.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lastRenderedPageBreak/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Вагонный участок</w:t>
            </w:r>
          </w:p>
          <w:p w:rsidR="00723E3E" w:rsidRPr="00837F59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 xml:space="preserve">93А. Машинист крана 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95. Слесарь по ремонту подви</w:t>
            </w:r>
            <w:r>
              <w:t>ж</w:t>
            </w:r>
            <w:r>
              <w:t>ного состава, с выполнением обязанностей зарядчика огнет</w:t>
            </w:r>
            <w:r>
              <w:t>у</w:t>
            </w:r>
            <w:r>
              <w:t>шителей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96. Слесарь по ремонту подви</w:t>
            </w:r>
            <w:r>
              <w:t>ж</w:t>
            </w:r>
            <w:r>
              <w:t>ного состава, с выполнением обязанностей слесаря-инструментальщика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>97. Слесарь по ремонту подви</w:t>
            </w:r>
            <w:r>
              <w:t>ж</w:t>
            </w:r>
            <w:r>
              <w:t>ного состава, с выполнением обязанностей составителя пое</w:t>
            </w:r>
            <w:r>
              <w:t>з</w:t>
            </w:r>
            <w:r>
              <w:t>дов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 xml:space="preserve">98.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99. Электросварщик на автом</w:t>
            </w:r>
            <w:r>
              <w:t>а</w:t>
            </w:r>
            <w:r>
              <w:t>тических и полуавтоматических машинах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>100А. Слесарь по ремонту п</w:t>
            </w:r>
            <w:r>
              <w:t>о</w:t>
            </w:r>
            <w:r>
              <w:t>движного состава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 w:rsidRPr="004F21AD">
              <w:t>Карьер по добыче гранита,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837F59" w:rsidRPr="00AF49A3" w:rsidTr="00B12724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Участок подъемно-транспортного оборудования</w:t>
            </w:r>
          </w:p>
          <w:p w:rsidR="00723E3E" w:rsidRPr="00837F59" w:rsidRDefault="00723E3E" w:rsidP="00DB70BA">
            <w:pPr>
              <w:pStyle w:val="aa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>102. Машинист крана козлового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ППЖТ,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837F59" w:rsidRPr="00AF49A3" w:rsidTr="008E2B9D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Дробильно-сортировочный завод /ДСЗ/</w:t>
            </w:r>
          </w:p>
          <w:p w:rsidR="00723E3E" w:rsidRDefault="00723E3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lastRenderedPageBreak/>
              <w:t>106. Директор дробильно-сортировочного завода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>
              <w:t>ДСЗ</w:t>
            </w:r>
            <w:r w:rsidRPr="00924E39">
              <w:t>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837F59" w:rsidRDefault="001370D5" w:rsidP="001370D5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Цех погрузки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>107А. Люковой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>108. Мастер сменный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24E39">
            <w:pPr>
              <w:pStyle w:val="aa"/>
            </w:pPr>
            <w:r>
              <w:t>Дробильно-сортировочный завод</w:t>
            </w:r>
            <w:r w:rsidR="00C4763D" w:rsidRPr="004F21AD">
              <w:t>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Pr="001370D5" w:rsidRDefault="00C4763D" w:rsidP="001370D5">
            <w:pPr>
              <w:pStyle w:val="aa"/>
              <w:jc w:val="left"/>
            </w:pPr>
            <w:r>
              <w:t>109А. Машинист конвейера</w:t>
            </w: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C4763D" w:rsidRPr="00525C0D" w:rsidRDefault="00C4763D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C4763D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C4763D" w:rsidRPr="00AF49A3" w:rsidTr="008B4051">
        <w:trPr>
          <w:jc w:val="center"/>
        </w:trPr>
        <w:tc>
          <w:tcPr>
            <w:tcW w:w="3049" w:type="dxa"/>
            <w:vAlign w:val="center"/>
          </w:tcPr>
          <w:p w:rsidR="00C4763D" w:rsidRDefault="00C4763D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C4763D" w:rsidRDefault="00C4763D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4763D" w:rsidRDefault="00C4763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C4763D" w:rsidRPr="00063DF1" w:rsidRDefault="00C4763D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C4763D" w:rsidRPr="00063DF1" w:rsidRDefault="00C4763D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 xml:space="preserve">110. Машинист крана 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111. Электрослесарь дежурный и по ремонту оборудования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112. Начальник цеха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113А. Осмотрщик-ремонтник вагонов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837F59" w:rsidRPr="00AF49A3" w:rsidTr="00C87003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Pr="00837F59" w:rsidRDefault="00837F59" w:rsidP="00DB70BA">
            <w:pPr>
              <w:pStyle w:val="aa"/>
              <w:rPr>
                <w:b/>
              </w:rPr>
            </w:pPr>
            <w:r w:rsidRPr="00837F59">
              <w:rPr>
                <w:b/>
                <w:i/>
              </w:rPr>
              <w:t xml:space="preserve">Цех по ремонту электрического и энергетического оборудования 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114. Мастер по ремонту обор</w:t>
            </w:r>
            <w:r>
              <w:t>у</w:t>
            </w:r>
            <w:r>
              <w:t xml:space="preserve">дования 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115. Начальник цеха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116. Энергетик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 xml:space="preserve">117.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Default="00924E3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ДСЗ,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924E39" w:rsidRPr="00AF49A3" w:rsidTr="009A190B">
        <w:trPr>
          <w:jc w:val="center"/>
        </w:trPr>
        <w:tc>
          <w:tcPr>
            <w:tcW w:w="3049" w:type="dxa"/>
            <w:vAlign w:val="center"/>
          </w:tcPr>
          <w:p w:rsidR="00924E39" w:rsidRDefault="00924E3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24E39" w:rsidRDefault="00924E3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24E39" w:rsidRDefault="00924E3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24E39" w:rsidRPr="00525C0D" w:rsidRDefault="00924E3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924E39" w:rsidRPr="00924E39" w:rsidRDefault="00924E39" w:rsidP="00924E39">
            <w:pPr>
              <w:jc w:val="center"/>
              <w:rPr>
                <w:sz w:val="20"/>
              </w:rPr>
            </w:pPr>
            <w:r w:rsidRPr="00924E39">
              <w:rPr>
                <w:sz w:val="20"/>
              </w:rPr>
              <w:t>ДСЗ, ОТиЗ</w:t>
            </w:r>
          </w:p>
        </w:tc>
        <w:tc>
          <w:tcPr>
            <w:tcW w:w="1315" w:type="dxa"/>
            <w:vAlign w:val="center"/>
          </w:tcPr>
          <w:p w:rsidR="00924E39" w:rsidRPr="00063DF1" w:rsidRDefault="00924E39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118. Электромеханик по экспл</w:t>
            </w:r>
            <w:r>
              <w:t>у</w:t>
            </w:r>
            <w:r>
              <w:t>атации сетей и сооружений в</w:t>
            </w:r>
            <w:r>
              <w:t>о</w:t>
            </w:r>
            <w:r>
              <w:t>допроводно-вентиляционного хозяйства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 w:val="restart"/>
            <w:vAlign w:val="center"/>
          </w:tcPr>
          <w:p w:rsidR="00837F59" w:rsidRPr="001370D5" w:rsidRDefault="00837F59" w:rsidP="001370D5">
            <w:pPr>
              <w:pStyle w:val="aa"/>
              <w:jc w:val="left"/>
            </w:pPr>
            <w:r>
              <w:t>119А. Слесарь-ремонтник по обслуживанию систем вентил</w:t>
            </w:r>
            <w:r>
              <w:t>я</w:t>
            </w:r>
            <w:r>
              <w:t>ции</w:t>
            </w: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37F59" w:rsidRPr="00525C0D" w:rsidRDefault="00837F59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837F59" w:rsidRPr="00AF49A3" w:rsidTr="008B4051">
        <w:trPr>
          <w:jc w:val="center"/>
        </w:trPr>
        <w:tc>
          <w:tcPr>
            <w:tcW w:w="3049" w:type="dxa"/>
            <w:vMerge/>
            <w:vAlign w:val="center"/>
          </w:tcPr>
          <w:p w:rsidR="00837F59" w:rsidRDefault="00837F59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37F59" w:rsidRDefault="00837F5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lastRenderedPageBreak/>
              <w:t>120А. Электрослесарь дежурный и по ремонту оборудования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723E3E" w:rsidRDefault="001370D5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Цех дробления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121. Заместитель начальника цеха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122. Заместитель начальника цеха по ремонту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1370D5" w:rsidRDefault="001370D5" w:rsidP="001370D5">
            <w:pPr>
              <w:pStyle w:val="aa"/>
              <w:jc w:val="left"/>
            </w:pPr>
            <w:r>
              <w:t>123. Мастер сменный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124А. Машинист конвейера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125А. Электрослесарь дежурный и по ремонту оборудования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126. Начальник цеха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837F59" w:rsidRDefault="004E1E30" w:rsidP="001370D5">
            <w:pPr>
              <w:pStyle w:val="aa"/>
              <w:jc w:val="left"/>
              <w:rPr>
                <w:sz w:val="18"/>
                <w:szCs w:val="18"/>
              </w:rPr>
            </w:pPr>
            <w:r w:rsidRPr="00837F59">
              <w:rPr>
                <w:sz w:val="18"/>
                <w:szCs w:val="18"/>
              </w:rPr>
              <w:lastRenderedPageBreak/>
              <w:t>127А. Электромонтер по ремонту и обслуживанию электрооборудов</w:t>
            </w:r>
            <w:r w:rsidRPr="00837F59">
              <w:rPr>
                <w:sz w:val="18"/>
                <w:szCs w:val="18"/>
              </w:rPr>
              <w:t>а</w:t>
            </w:r>
            <w:r w:rsidRPr="00837F59">
              <w:rPr>
                <w:sz w:val="18"/>
                <w:szCs w:val="18"/>
              </w:rPr>
              <w:t>ния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128А. Бункеровщик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129А. Дробильщик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1370D5" w:rsidRPr="00AF49A3" w:rsidTr="008B4051">
        <w:trPr>
          <w:jc w:val="center"/>
        </w:trPr>
        <w:tc>
          <w:tcPr>
            <w:tcW w:w="3049" w:type="dxa"/>
            <w:vAlign w:val="center"/>
          </w:tcPr>
          <w:p w:rsidR="001370D5" w:rsidRPr="00723E3E" w:rsidRDefault="001370D5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Цех сортировки и обогащения</w:t>
            </w:r>
          </w:p>
        </w:tc>
        <w:tc>
          <w:tcPr>
            <w:tcW w:w="3686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70D5" w:rsidRDefault="001370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70D5" w:rsidRPr="00063DF1" w:rsidRDefault="001370D5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130. Начальник цеха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131А. Машинист конвейера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132. Электрослесарь дежурный и по ремонту оборудования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 xml:space="preserve">133А. </w:t>
            </w:r>
            <w:proofErr w:type="spellStart"/>
            <w:r>
              <w:t>Грохотовщик</w:t>
            </w:r>
            <w:proofErr w:type="spellEnd"/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lastRenderedPageBreak/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lastRenderedPageBreak/>
              <w:t>134. Мастер сменный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723E3E" w:rsidRPr="00AF49A3" w:rsidTr="00040996">
        <w:trPr>
          <w:jc w:val="center"/>
        </w:trPr>
        <w:tc>
          <w:tcPr>
            <w:tcW w:w="6735" w:type="dxa"/>
            <w:gridSpan w:val="2"/>
            <w:vAlign w:val="center"/>
          </w:tcPr>
          <w:p w:rsidR="00723E3E" w:rsidRPr="00723E3E" w:rsidRDefault="00723E3E" w:rsidP="00DB70BA">
            <w:pPr>
              <w:pStyle w:val="aa"/>
              <w:rPr>
                <w:b/>
              </w:rPr>
            </w:pPr>
            <w:r w:rsidRPr="00723E3E">
              <w:rPr>
                <w:b/>
                <w:i/>
              </w:rPr>
              <w:t>Участок по выпуску узких фракций</w:t>
            </w:r>
          </w:p>
        </w:tc>
        <w:tc>
          <w:tcPr>
            <w:tcW w:w="2835" w:type="dxa"/>
            <w:vAlign w:val="center"/>
          </w:tcPr>
          <w:p w:rsidR="00723E3E" w:rsidRDefault="00723E3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23E3E" w:rsidRPr="00063DF1" w:rsidRDefault="00723E3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23E3E" w:rsidRPr="00063DF1" w:rsidRDefault="00723E3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23E3E" w:rsidRPr="00063DF1" w:rsidRDefault="00723E3E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 xml:space="preserve">135. </w:t>
            </w:r>
            <w:proofErr w:type="spellStart"/>
            <w:r>
              <w:t>Грохотовщик</w:t>
            </w:r>
            <w:proofErr w:type="spellEnd"/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924E39" w:rsidP="009A190B">
            <w:pPr>
              <w:pStyle w:val="aa"/>
            </w:pPr>
            <w:r w:rsidRPr="00924E39">
              <w:t>ДСЗ,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723E3E" w:rsidRPr="00AF49A3" w:rsidTr="00E261CA">
        <w:trPr>
          <w:jc w:val="center"/>
        </w:trPr>
        <w:tc>
          <w:tcPr>
            <w:tcW w:w="6735" w:type="dxa"/>
            <w:gridSpan w:val="2"/>
            <w:vAlign w:val="center"/>
          </w:tcPr>
          <w:p w:rsidR="00723E3E" w:rsidRPr="00723E3E" w:rsidRDefault="00723E3E" w:rsidP="00DB70BA">
            <w:pPr>
              <w:pStyle w:val="aa"/>
              <w:rPr>
                <w:b/>
              </w:rPr>
            </w:pPr>
            <w:r w:rsidRPr="00723E3E">
              <w:rPr>
                <w:b/>
                <w:i/>
              </w:rPr>
              <w:t>Дробильно-сортировочный цех в карьере</w:t>
            </w:r>
          </w:p>
        </w:tc>
        <w:tc>
          <w:tcPr>
            <w:tcW w:w="2835" w:type="dxa"/>
            <w:vAlign w:val="center"/>
          </w:tcPr>
          <w:p w:rsidR="00723E3E" w:rsidRDefault="00723E3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23E3E" w:rsidRPr="00063DF1" w:rsidRDefault="00723E3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23E3E" w:rsidRPr="00063DF1" w:rsidRDefault="00723E3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23E3E" w:rsidRPr="00063DF1" w:rsidRDefault="00723E3E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 xml:space="preserve">136А. </w:t>
            </w:r>
            <w:proofErr w:type="spellStart"/>
            <w:r>
              <w:t>Грохотовщик</w:t>
            </w:r>
            <w:proofErr w:type="spellEnd"/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Дробильно-сортировочный цех в карьере</w:t>
            </w:r>
            <w:r w:rsidR="004E1E30" w:rsidRPr="004F21AD">
              <w:t>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137. Начальник цеха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>
              <w:t>ДСЦ в карьере</w:t>
            </w:r>
            <w:r w:rsidR="004E1E30" w:rsidRPr="004F21AD">
              <w:t>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138А. Дробильщик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139. Заместитель начальника цеха по технологии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140. Мастер горный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141. Мастер по ремонту обор</w:t>
            </w:r>
            <w:r>
              <w:t>у</w:t>
            </w:r>
            <w:r>
              <w:t>дование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142А. Машинист конвейера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143А. Машинист экскаватора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144. Механик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145. Помощник машиниста эк</w:t>
            </w:r>
            <w:r>
              <w:t>с</w:t>
            </w:r>
            <w:r>
              <w:t>каватора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146А.  Слесарь дежурный и по ремонту оборудования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 xml:space="preserve">147А.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</w:t>
            </w:r>
            <w:r>
              <w:t>а</w:t>
            </w:r>
            <w:r>
              <w:t>нятый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lastRenderedPageBreak/>
              <w:t>Снижение времени  возде</w:t>
            </w:r>
            <w:r>
              <w:t>й</w:t>
            </w:r>
            <w:r>
              <w:lastRenderedPageBreak/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lastRenderedPageBreak/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148А. Электрослесарь (слесарь) дежурный и по ремонту обор</w:t>
            </w:r>
            <w:r>
              <w:t>у</w:t>
            </w:r>
            <w:r>
              <w:t>дования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ДСЦ в карьере,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300A12" w:rsidRPr="00AF49A3" w:rsidTr="009A190B">
        <w:trPr>
          <w:jc w:val="center"/>
        </w:trPr>
        <w:tc>
          <w:tcPr>
            <w:tcW w:w="3049" w:type="dxa"/>
            <w:vAlign w:val="center"/>
          </w:tcPr>
          <w:p w:rsidR="00300A12" w:rsidRPr="001370D5" w:rsidRDefault="00300A12" w:rsidP="001370D5">
            <w:pPr>
              <w:pStyle w:val="aa"/>
              <w:jc w:val="left"/>
            </w:pPr>
            <w:r>
              <w:t>149. Энергетик</w:t>
            </w:r>
          </w:p>
        </w:tc>
        <w:tc>
          <w:tcPr>
            <w:tcW w:w="3686" w:type="dxa"/>
            <w:vAlign w:val="center"/>
          </w:tcPr>
          <w:p w:rsidR="00300A12" w:rsidRDefault="00300A1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300A12" w:rsidRDefault="00300A12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300A12" w:rsidRPr="00525C0D" w:rsidRDefault="00300A12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300A12" w:rsidRPr="00300A12" w:rsidRDefault="00300A12" w:rsidP="00300A12">
            <w:pPr>
              <w:jc w:val="center"/>
              <w:rPr>
                <w:sz w:val="20"/>
              </w:rPr>
            </w:pPr>
            <w:r w:rsidRPr="00300A12">
              <w:rPr>
                <w:sz w:val="20"/>
              </w:rPr>
              <w:t>ДСЦ в карьере, ОТиЗ</w:t>
            </w:r>
          </w:p>
        </w:tc>
        <w:tc>
          <w:tcPr>
            <w:tcW w:w="1315" w:type="dxa"/>
            <w:vAlign w:val="center"/>
          </w:tcPr>
          <w:p w:rsidR="00300A12" w:rsidRPr="00063DF1" w:rsidRDefault="00300A12" w:rsidP="00DB70BA">
            <w:pPr>
              <w:pStyle w:val="aa"/>
            </w:pPr>
          </w:p>
        </w:tc>
      </w:tr>
      <w:tr w:rsidR="00300A12" w:rsidRPr="00AF49A3" w:rsidTr="009A190B">
        <w:trPr>
          <w:jc w:val="center"/>
        </w:trPr>
        <w:tc>
          <w:tcPr>
            <w:tcW w:w="3049" w:type="dxa"/>
            <w:vAlign w:val="center"/>
          </w:tcPr>
          <w:p w:rsidR="00300A12" w:rsidRDefault="00300A12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300A12" w:rsidRDefault="00300A1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300A12" w:rsidRDefault="00300A12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300A12" w:rsidRPr="00525C0D" w:rsidRDefault="00300A12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300A12" w:rsidRPr="00300A12" w:rsidRDefault="00300A12" w:rsidP="00300A12">
            <w:pPr>
              <w:jc w:val="center"/>
              <w:rPr>
                <w:sz w:val="20"/>
              </w:rPr>
            </w:pPr>
            <w:r w:rsidRPr="00300A12">
              <w:rPr>
                <w:sz w:val="20"/>
              </w:rPr>
              <w:t>ДСЦ в карьере, ОТиЗ</w:t>
            </w:r>
          </w:p>
        </w:tc>
        <w:tc>
          <w:tcPr>
            <w:tcW w:w="1315" w:type="dxa"/>
            <w:vAlign w:val="center"/>
          </w:tcPr>
          <w:p w:rsidR="00300A12" w:rsidRPr="00063DF1" w:rsidRDefault="00300A12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837F59" w:rsidRPr="00AF49A3" w:rsidTr="00A47700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Ремонтно-механический цех РМЦ</w:t>
            </w:r>
          </w:p>
          <w:p w:rsidR="00723E3E" w:rsidRDefault="00723E3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9A190B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9A190B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723E3E" w:rsidRDefault="004E1E30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Механический участок</w:t>
            </w:r>
          </w:p>
          <w:p w:rsidR="00723E3E" w:rsidRPr="001370D5" w:rsidRDefault="00723E3E" w:rsidP="001370D5">
            <w:pPr>
              <w:pStyle w:val="aa"/>
              <w:rPr>
                <w:i/>
              </w:rPr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153. Заливщик свинцово-</w:t>
            </w:r>
            <w:proofErr w:type="spellStart"/>
            <w:r>
              <w:t>оловянистых</w:t>
            </w:r>
            <w:proofErr w:type="spellEnd"/>
            <w:r>
              <w:t xml:space="preserve"> сплавов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>
              <w:t>РМЦ</w:t>
            </w:r>
            <w:r w:rsidR="004E1E30" w:rsidRPr="004F21AD">
              <w:t>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Pr="001370D5" w:rsidRDefault="004E1E30" w:rsidP="001370D5">
            <w:pPr>
              <w:pStyle w:val="aa"/>
              <w:jc w:val="left"/>
            </w:pPr>
            <w:r>
              <w:t>154. Кузнец на молотах и пре</w:t>
            </w:r>
            <w:r>
              <w:t>с</w:t>
            </w:r>
            <w:r>
              <w:t>сах</w:t>
            </w: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фактора </w:t>
            </w:r>
          </w:p>
        </w:tc>
        <w:tc>
          <w:tcPr>
            <w:tcW w:w="1384" w:type="dxa"/>
            <w:vAlign w:val="center"/>
          </w:tcPr>
          <w:p w:rsidR="004E1E30" w:rsidRPr="00525C0D" w:rsidRDefault="004E1E30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4E1E30" w:rsidRPr="00063DF1" w:rsidRDefault="00300A12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4E1E30" w:rsidRPr="00AF49A3" w:rsidTr="008B4051">
        <w:trPr>
          <w:jc w:val="center"/>
        </w:trPr>
        <w:tc>
          <w:tcPr>
            <w:tcW w:w="3049" w:type="dxa"/>
            <w:vAlign w:val="center"/>
          </w:tcPr>
          <w:p w:rsidR="004E1E30" w:rsidRDefault="004E1E30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E1E30" w:rsidRDefault="004E1E3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E1E30" w:rsidRDefault="004E1E3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4E1E30" w:rsidRPr="00063DF1" w:rsidRDefault="004E1E30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4E1E30" w:rsidRPr="00063DF1" w:rsidRDefault="004E1E30" w:rsidP="00DB70BA">
            <w:pPr>
              <w:pStyle w:val="aa"/>
            </w:pPr>
          </w:p>
        </w:tc>
      </w:tr>
      <w:tr w:rsidR="009A190B" w:rsidRPr="00AF49A3" w:rsidTr="009A190B">
        <w:trPr>
          <w:jc w:val="center"/>
        </w:trPr>
        <w:tc>
          <w:tcPr>
            <w:tcW w:w="3049" w:type="dxa"/>
            <w:vAlign w:val="center"/>
          </w:tcPr>
          <w:p w:rsidR="009A190B" w:rsidRPr="001370D5" w:rsidRDefault="009A190B" w:rsidP="001370D5">
            <w:pPr>
              <w:pStyle w:val="aa"/>
              <w:jc w:val="left"/>
            </w:pPr>
            <w:r>
              <w:t xml:space="preserve">155. Машинист крана </w:t>
            </w: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</w:tcPr>
          <w:p w:rsidR="009A190B" w:rsidRPr="009A190B" w:rsidRDefault="009A190B">
            <w:pPr>
              <w:rPr>
                <w:sz w:val="20"/>
              </w:rPr>
            </w:pPr>
            <w:r w:rsidRPr="009A190B">
              <w:rPr>
                <w:sz w:val="20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9A190B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</w:tcPr>
          <w:p w:rsidR="009A190B" w:rsidRPr="009A190B" w:rsidRDefault="009A190B">
            <w:pPr>
              <w:rPr>
                <w:sz w:val="20"/>
              </w:rPr>
            </w:pPr>
            <w:r w:rsidRPr="009A190B">
              <w:rPr>
                <w:sz w:val="20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Pr="00837F59" w:rsidRDefault="009A190B" w:rsidP="001370D5">
            <w:pPr>
              <w:pStyle w:val="aa"/>
              <w:jc w:val="left"/>
              <w:rPr>
                <w:sz w:val="18"/>
                <w:szCs w:val="18"/>
              </w:rPr>
            </w:pPr>
            <w:r w:rsidRPr="00837F59">
              <w:rPr>
                <w:sz w:val="18"/>
                <w:szCs w:val="18"/>
              </w:rPr>
              <w:t>157. Оператор производства форм</w:t>
            </w:r>
            <w:r w:rsidRPr="00837F59">
              <w:rPr>
                <w:sz w:val="18"/>
                <w:szCs w:val="18"/>
              </w:rPr>
              <w:t>о</w:t>
            </w:r>
            <w:r w:rsidRPr="00837F59">
              <w:rPr>
                <w:sz w:val="18"/>
                <w:szCs w:val="18"/>
              </w:rPr>
              <w:lastRenderedPageBreak/>
              <w:t xml:space="preserve">ванного полиуретана и </w:t>
            </w:r>
            <w:proofErr w:type="spellStart"/>
            <w:r w:rsidRPr="00837F59">
              <w:rPr>
                <w:sz w:val="18"/>
                <w:szCs w:val="18"/>
              </w:rPr>
              <w:t>пенопол</w:t>
            </w:r>
            <w:r w:rsidRPr="00837F59">
              <w:rPr>
                <w:sz w:val="18"/>
                <w:szCs w:val="18"/>
              </w:rPr>
              <w:t>и</w:t>
            </w:r>
            <w:r w:rsidRPr="00837F59">
              <w:rPr>
                <w:sz w:val="18"/>
                <w:szCs w:val="18"/>
              </w:rPr>
              <w:t>уретана</w:t>
            </w:r>
            <w:proofErr w:type="spellEnd"/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lastRenderedPageBreak/>
              <w:t>Уменьшение времени конта</w:t>
            </w:r>
            <w:r>
              <w:t>к</w:t>
            </w:r>
            <w:r>
              <w:lastRenderedPageBreak/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A190B" w:rsidRPr="00525C0D" w:rsidRDefault="009A190B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lastRenderedPageBreak/>
              <w:t xml:space="preserve">С 22.06.2020г </w:t>
            </w:r>
            <w:r w:rsidRPr="00525C0D">
              <w:rPr>
                <w:sz w:val="18"/>
                <w:szCs w:val="18"/>
              </w:rPr>
              <w:lastRenderedPageBreak/>
              <w:t>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 w:rsidRPr="00300A12">
              <w:lastRenderedPageBreak/>
              <w:t>РМЦ, ОТиЗ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Pr="001370D5" w:rsidRDefault="009A190B" w:rsidP="001370D5">
            <w:pPr>
              <w:pStyle w:val="aa"/>
              <w:jc w:val="left"/>
            </w:pPr>
            <w:r>
              <w:t>158. Прессовщик-вулканизаторщик</w:t>
            </w: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A190B" w:rsidRPr="00525C0D" w:rsidRDefault="009A190B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837F59" w:rsidRPr="00AF49A3" w:rsidTr="009E0F4E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Участок по ремонту технологического оборудования</w:t>
            </w:r>
          </w:p>
          <w:p w:rsidR="00723E3E" w:rsidRPr="00837F59" w:rsidRDefault="00723E3E" w:rsidP="00DB70BA">
            <w:pPr>
              <w:pStyle w:val="aa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Pr="001370D5" w:rsidRDefault="009A190B" w:rsidP="001370D5">
            <w:pPr>
              <w:pStyle w:val="aa"/>
              <w:jc w:val="left"/>
            </w:pPr>
            <w:r>
              <w:t xml:space="preserve">162. Машинист крана </w:t>
            </w: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9A190B" w:rsidRPr="00525C0D" w:rsidRDefault="009A190B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Pr="001370D5" w:rsidRDefault="009A190B" w:rsidP="001370D5">
            <w:pPr>
              <w:pStyle w:val="aa"/>
              <w:jc w:val="left"/>
            </w:pPr>
            <w:r>
              <w:t xml:space="preserve">164А.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</w:t>
            </w:r>
            <w:r>
              <w:t>а</w:t>
            </w:r>
            <w:r>
              <w:t>нятый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A190B" w:rsidRPr="00525C0D" w:rsidRDefault="009A190B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837F59" w:rsidRPr="00AF49A3" w:rsidTr="0067524C">
        <w:trPr>
          <w:jc w:val="center"/>
        </w:trPr>
        <w:tc>
          <w:tcPr>
            <w:tcW w:w="6735" w:type="dxa"/>
            <w:gridSpan w:val="2"/>
            <w:vAlign w:val="center"/>
          </w:tcPr>
          <w:p w:rsidR="00837F59" w:rsidRDefault="00837F59" w:rsidP="00DB70BA">
            <w:pPr>
              <w:pStyle w:val="aa"/>
              <w:rPr>
                <w:b/>
                <w:i/>
              </w:rPr>
            </w:pPr>
            <w:r w:rsidRPr="00837F59">
              <w:rPr>
                <w:b/>
                <w:i/>
              </w:rPr>
              <w:t>Участок по ремонту электрических машин</w:t>
            </w:r>
          </w:p>
          <w:p w:rsidR="00723E3E" w:rsidRPr="00837F59" w:rsidRDefault="00723E3E" w:rsidP="00DB70BA">
            <w:pPr>
              <w:pStyle w:val="aa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37F59" w:rsidRDefault="00837F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37F59" w:rsidRPr="00063DF1" w:rsidRDefault="00837F59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Pr="001370D5" w:rsidRDefault="009A190B" w:rsidP="001370D5">
            <w:pPr>
              <w:pStyle w:val="aa"/>
              <w:jc w:val="left"/>
            </w:pPr>
            <w:r>
              <w:t xml:space="preserve">167.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A190B" w:rsidRPr="00525C0D" w:rsidRDefault="009A190B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A190B" w:rsidRPr="00525C0D" w:rsidRDefault="009A190B" w:rsidP="009A190B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9A190B" w:rsidRPr="00063DF1" w:rsidRDefault="009A190B" w:rsidP="009A190B">
            <w:pPr>
              <w:pStyle w:val="aa"/>
            </w:pPr>
            <w:r w:rsidRPr="00300A12">
              <w:t>РМЦ, ОТиЗ</w:t>
            </w: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Default="009A190B" w:rsidP="001370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Энергетический цех</w:t>
            </w:r>
          </w:p>
          <w:p w:rsidR="00723E3E" w:rsidRPr="001370D5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</w:p>
        </w:tc>
        <w:tc>
          <w:tcPr>
            <w:tcW w:w="3294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9A190B" w:rsidRPr="00AF49A3" w:rsidTr="008B4051">
        <w:trPr>
          <w:jc w:val="center"/>
        </w:trPr>
        <w:tc>
          <w:tcPr>
            <w:tcW w:w="3049" w:type="dxa"/>
            <w:vAlign w:val="center"/>
          </w:tcPr>
          <w:p w:rsidR="009A190B" w:rsidRPr="00723E3E" w:rsidRDefault="009A190B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Участок механизации</w:t>
            </w:r>
          </w:p>
        </w:tc>
        <w:tc>
          <w:tcPr>
            <w:tcW w:w="3686" w:type="dxa"/>
            <w:vAlign w:val="center"/>
          </w:tcPr>
          <w:p w:rsidR="009A190B" w:rsidRDefault="009A19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A190B" w:rsidRDefault="009A19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A190B" w:rsidRPr="00063DF1" w:rsidRDefault="009A190B" w:rsidP="009A190B">
            <w:pPr>
              <w:pStyle w:val="aa"/>
            </w:pPr>
          </w:p>
        </w:tc>
        <w:tc>
          <w:tcPr>
            <w:tcW w:w="3294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A190B" w:rsidRPr="00063DF1" w:rsidRDefault="009A190B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173.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  <w:r w:rsidRPr="009A190B">
              <w:t xml:space="preserve">Энергетический </w:t>
            </w:r>
            <w:proofErr w:type="spellStart"/>
            <w:r w:rsidRPr="009A190B">
              <w:t>цех</w:t>
            </w:r>
            <w:proofErr w:type="gramStart"/>
            <w:r>
              <w:t>,О</w:t>
            </w:r>
            <w:proofErr w:type="gramEnd"/>
            <w:r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  <w:r w:rsidRPr="009A190B">
              <w:t xml:space="preserve">Энергетический </w:t>
            </w:r>
            <w:proofErr w:type="spellStart"/>
            <w:r w:rsidRPr="009A190B">
              <w:t>цех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 xml:space="preserve">Участок </w:t>
            </w:r>
            <w:proofErr w:type="spellStart"/>
            <w:r w:rsidRPr="00723E3E">
              <w:rPr>
                <w:b/>
                <w:i/>
              </w:rPr>
              <w:t>тепловодоснабжения</w:t>
            </w:r>
            <w:proofErr w:type="spellEnd"/>
          </w:p>
          <w:p w:rsidR="00723E3E" w:rsidRPr="00723E3E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181.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023FF8" w:rsidRPr="009A190B" w:rsidRDefault="00023FF8" w:rsidP="009A190B">
            <w:pPr>
              <w:jc w:val="center"/>
              <w:rPr>
                <w:sz w:val="20"/>
              </w:rPr>
            </w:pPr>
            <w:r w:rsidRPr="009A190B">
              <w:rPr>
                <w:sz w:val="20"/>
              </w:rPr>
              <w:t xml:space="preserve">Энергетический </w:t>
            </w:r>
            <w:proofErr w:type="spellStart"/>
            <w:r w:rsidRPr="009A190B">
              <w:rPr>
                <w:sz w:val="20"/>
              </w:rPr>
              <w:t>цех</w:t>
            </w:r>
            <w:proofErr w:type="gramStart"/>
            <w:r w:rsidRPr="009A190B">
              <w:rPr>
                <w:sz w:val="20"/>
              </w:rPr>
              <w:t>,О</w:t>
            </w:r>
            <w:proofErr w:type="gramEnd"/>
            <w:r w:rsidRPr="009A190B">
              <w:rPr>
                <w:sz w:val="20"/>
              </w:rPr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Pr="009A190B" w:rsidRDefault="00023FF8" w:rsidP="009A190B">
            <w:pPr>
              <w:jc w:val="center"/>
              <w:rPr>
                <w:sz w:val="20"/>
              </w:rPr>
            </w:pPr>
            <w:r w:rsidRPr="009A190B">
              <w:rPr>
                <w:sz w:val="20"/>
              </w:rPr>
              <w:t xml:space="preserve">Энергетический </w:t>
            </w:r>
            <w:proofErr w:type="spellStart"/>
            <w:r w:rsidRPr="009A190B">
              <w:rPr>
                <w:sz w:val="20"/>
              </w:rPr>
              <w:t>цех</w:t>
            </w:r>
            <w:proofErr w:type="gramStart"/>
            <w:r w:rsidRPr="009A190B">
              <w:rPr>
                <w:sz w:val="20"/>
              </w:rPr>
              <w:t>,О</w:t>
            </w:r>
            <w:proofErr w:type="gramEnd"/>
            <w:r w:rsidRPr="009A190B">
              <w:rPr>
                <w:sz w:val="20"/>
              </w:rPr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Pr="009A190B" w:rsidRDefault="00023FF8" w:rsidP="009A190B">
            <w:pPr>
              <w:jc w:val="center"/>
              <w:rPr>
                <w:sz w:val="20"/>
              </w:rPr>
            </w:pPr>
            <w:r w:rsidRPr="009A190B">
              <w:rPr>
                <w:sz w:val="20"/>
              </w:rPr>
              <w:t xml:space="preserve">Энергетический </w:t>
            </w:r>
            <w:proofErr w:type="spellStart"/>
            <w:r w:rsidRPr="009A190B">
              <w:rPr>
                <w:sz w:val="20"/>
              </w:rPr>
              <w:t>цех</w:t>
            </w:r>
            <w:proofErr w:type="gramStart"/>
            <w:r w:rsidRPr="009A190B">
              <w:rPr>
                <w:sz w:val="20"/>
              </w:rPr>
              <w:t>,О</w:t>
            </w:r>
            <w:proofErr w:type="gramEnd"/>
            <w:r w:rsidRPr="009A190B">
              <w:rPr>
                <w:sz w:val="20"/>
              </w:rPr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</w:tcPr>
          <w:p w:rsidR="00023FF8" w:rsidRPr="009A190B" w:rsidRDefault="00023FF8" w:rsidP="009A190B">
            <w:pPr>
              <w:jc w:val="center"/>
              <w:rPr>
                <w:sz w:val="20"/>
              </w:rPr>
            </w:pPr>
            <w:r w:rsidRPr="009A190B">
              <w:rPr>
                <w:sz w:val="20"/>
              </w:rPr>
              <w:t xml:space="preserve">Энергетический </w:t>
            </w:r>
            <w:proofErr w:type="spellStart"/>
            <w:r w:rsidRPr="009A190B">
              <w:rPr>
                <w:sz w:val="20"/>
              </w:rPr>
              <w:t>цех</w:t>
            </w:r>
            <w:proofErr w:type="gramStart"/>
            <w:r w:rsidRPr="009A190B">
              <w:rPr>
                <w:sz w:val="20"/>
              </w:rPr>
              <w:t>,О</w:t>
            </w:r>
            <w:proofErr w:type="gramEnd"/>
            <w:r w:rsidRPr="009A190B">
              <w:rPr>
                <w:sz w:val="20"/>
              </w:rPr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723E3E" w:rsidRDefault="00023FF8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Электроремонтный участок</w:t>
            </w:r>
          </w:p>
        </w:tc>
        <w:tc>
          <w:tcPr>
            <w:tcW w:w="3686" w:type="dxa"/>
            <w:vAlign w:val="center"/>
          </w:tcPr>
          <w:p w:rsidR="00023FF8" w:rsidRDefault="00723E3E" w:rsidP="00DB70BA">
            <w:pPr>
              <w:pStyle w:val="aa"/>
            </w:pPr>
            <w:r w:rsidRPr="00723E3E">
              <w:t xml:space="preserve">Рабочие места в мероприятиях по улучшению условий труда не </w:t>
            </w:r>
            <w:proofErr w:type="spellStart"/>
            <w:proofErr w:type="gramStart"/>
            <w:r w:rsidRPr="00723E3E">
              <w:t>нуждают-ся</w:t>
            </w:r>
            <w:proofErr w:type="spellEnd"/>
            <w:proofErr w:type="gramEnd"/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Складское и </w:t>
            </w:r>
            <w:proofErr w:type="spellStart"/>
            <w:r>
              <w:rPr>
                <w:b/>
                <w:i/>
              </w:rPr>
              <w:t>нефтехозяйство</w:t>
            </w:r>
            <w:proofErr w:type="spellEnd"/>
          </w:p>
        </w:tc>
        <w:tc>
          <w:tcPr>
            <w:tcW w:w="3686" w:type="dxa"/>
            <w:vAlign w:val="center"/>
          </w:tcPr>
          <w:p w:rsidR="00023FF8" w:rsidRPr="00063DF1" w:rsidRDefault="00023FF8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контрольно-измерительных приборов и автоматики</w:t>
            </w:r>
          </w:p>
        </w:tc>
        <w:tc>
          <w:tcPr>
            <w:tcW w:w="3686" w:type="dxa"/>
            <w:vAlign w:val="center"/>
          </w:tcPr>
          <w:p w:rsidR="00023FF8" w:rsidRPr="00063DF1" w:rsidRDefault="00023FF8" w:rsidP="00525C0D">
            <w:pPr>
              <w:pStyle w:val="aa"/>
            </w:pPr>
            <w:r>
              <w:t>Рабочие места в мероприятиях по улучшению условий труда не нуждаю</w:t>
            </w:r>
            <w:r>
              <w:t>т</w:t>
            </w:r>
            <w:r>
              <w:t>ся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Предприятие автомобильного транспорта/ПАТ/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723E3E" w:rsidRDefault="00023FF8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Участок по ремонту авт</w:t>
            </w:r>
            <w:r w:rsidRPr="00723E3E">
              <w:rPr>
                <w:b/>
                <w:i/>
              </w:rPr>
              <w:t>о</w:t>
            </w:r>
            <w:r w:rsidRPr="00723E3E">
              <w:rPr>
                <w:b/>
                <w:i/>
              </w:rPr>
              <w:t>транспортной техники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199. Аккумуляторщик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  <w:proofErr w:type="spellStart"/>
            <w:r>
              <w:t>ПАТ</w:t>
            </w:r>
            <w:proofErr w:type="gramStart"/>
            <w:r>
              <w:t>,О</w:t>
            </w:r>
            <w:proofErr w:type="gramEnd"/>
            <w:r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202.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 сварке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9A190B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9A190B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Автоколонна №1</w:t>
            </w:r>
          </w:p>
          <w:p w:rsidR="00723E3E" w:rsidRPr="00723E3E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207. Водитель автобуса </w:t>
            </w:r>
            <w:proofErr w:type="spellStart"/>
            <w:r>
              <w:t>Нефаз</w:t>
            </w:r>
            <w:proofErr w:type="spellEnd"/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9A190B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lastRenderedPageBreak/>
              <w:t>209. Водитель автокрана УРАЛ-4320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9A190B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210. Водитель автокрана К</w:t>
            </w:r>
            <w:r>
              <w:t>А</w:t>
            </w:r>
            <w:r>
              <w:t>МАЗ 65115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  <w:p w:rsidR="00723E3E" w:rsidRDefault="00723E3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9A190B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211. Водитель автокрана УРАЛ-4320 КС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9A190B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212. Водитель автокрана МАЗ-630303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A190B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9A190B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9A190B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213. Водитель автокрана ЗИЛ-433362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B54695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215. Водитель автомобиля КДМ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36E44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216. Водитель автомобиля КДМ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1D4669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lastRenderedPageBreak/>
              <w:t>217. Водитель автомобиля ЗИЛ-130АЦ-40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4F3B74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220А. Водитель автомобиля ГАЗ-3897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341EA9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221. Водитель автомобиля ГАЗ-362531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3167E0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023FF8"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r w:rsidRPr="009A190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222. Водитель автомобиля ЧАЙКА-СЕРВИС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A86C17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223. Водитель автомобиля ЧАЙКА-СЕРВИС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  <w:r>
              <w:t>-//-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  <w:r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225. Водитель автомобиля ЧАЙКА-СЕРВИС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C905CF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226. Водитель автомобиля К</w:t>
            </w:r>
            <w:r>
              <w:t>А</w:t>
            </w:r>
            <w:r>
              <w:t>МАЗ-54112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2F498E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228. Водитель автомобиля УРАЛ-5557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A90D20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229. Водитель автомобиля К</w:t>
            </w:r>
            <w:r>
              <w:t>А</w:t>
            </w:r>
            <w:r>
              <w:lastRenderedPageBreak/>
              <w:t>МАЗ-53213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lastRenderedPageBreak/>
              <w:t>Снижение времени  возде</w:t>
            </w:r>
            <w:r>
              <w:t>й</w:t>
            </w:r>
            <w:r>
              <w:lastRenderedPageBreak/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lastRenderedPageBreak/>
              <w:t xml:space="preserve">С 22.06.2020г </w:t>
            </w:r>
            <w:r w:rsidRPr="00525C0D">
              <w:rPr>
                <w:sz w:val="18"/>
                <w:szCs w:val="18"/>
              </w:rPr>
              <w:lastRenderedPageBreak/>
              <w:t>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lastRenderedPageBreak/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87C3A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235. Водитель автомобиля УАЗ-31512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C46B8F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  <w:p w:rsidR="00723E3E" w:rsidRDefault="00723E3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rPr>
                <w:b/>
                <w:i/>
              </w:rPr>
            </w:pPr>
            <w:r w:rsidRPr="00723E3E">
              <w:rPr>
                <w:b/>
                <w:i/>
              </w:rPr>
              <w:t>Автоколонна №2</w:t>
            </w:r>
          </w:p>
          <w:p w:rsidR="00723E3E" w:rsidRPr="00723E3E" w:rsidRDefault="00723E3E" w:rsidP="001370D5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238А. Водитель автомобиля Б</w:t>
            </w:r>
            <w:r>
              <w:t>е</w:t>
            </w:r>
            <w:r>
              <w:t>лАЗ-7540</w:t>
            </w:r>
            <w:proofErr w:type="gramStart"/>
            <w:r>
              <w:t>В(</w:t>
            </w:r>
            <w:proofErr w:type="gramEnd"/>
            <w:r>
              <w:t>К), занятый на транспортировке горной массы в карьере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B1824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B1824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239А. Водитель автомобиля Б</w:t>
            </w:r>
            <w:r>
              <w:t>е</w:t>
            </w:r>
            <w:r>
              <w:t>лАЗ-7547, занятый на транспо</w:t>
            </w:r>
            <w:r>
              <w:t>р</w:t>
            </w:r>
            <w:r>
              <w:t>тировке горной массы в карьере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494040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494040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240. Водитель автомобиля Б</w:t>
            </w:r>
            <w:r>
              <w:t>е</w:t>
            </w:r>
            <w:r>
              <w:t>лАЗ-75405, занятый на тран</w:t>
            </w:r>
            <w:r>
              <w:t>с</w:t>
            </w:r>
            <w:r>
              <w:t>портировке горной массы в к</w:t>
            </w:r>
            <w:r>
              <w:t>а</w:t>
            </w:r>
            <w:r>
              <w:t>рьере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6A2F90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374A4D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242А. Водитель автомобиля KATERPILLAR 773E, занятый на транспортировке горной ма</w:t>
            </w:r>
            <w:r>
              <w:t>с</w:t>
            </w:r>
            <w:r>
              <w:t>сы в карьере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3A72BC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3A72BC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245А. Водитель автомобиля Б</w:t>
            </w:r>
            <w:r>
              <w:t>е</w:t>
            </w:r>
            <w:r>
              <w:t>лАЗ-75405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7E5D2F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7E5D2F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246. Водитель автомобиля Б</w:t>
            </w:r>
            <w:r>
              <w:t>е</w:t>
            </w:r>
            <w:r>
              <w:t>лАЗ-7522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1B4398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247. Водитель автомобиля </w:t>
            </w:r>
            <w:proofErr w:type="spellStart"/>
            <w:r>
              <w:t>Б</w:t>
            </w:r>
            <w:r>
              <w:t>е</w:t>
            </w:r>
            <w:r>
              <w:t>лАЗ</w:t>
            </w:r>
            <w:proofErr w:type="spellEnd"/>
            <w:r>
              <w:t xml:space="preserve"> 540А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772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9772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248. Водитель автомобиля </w:t>
            </w:r>
            <w:proofErr w:type="spellStart"/>
            <w:r>
              <w:t>Б</w:t>
            </w:r>
            <w:r>
              <w:t>е</w:t>
            </w:r>
            <w:r>
              <w:lastRenderedPageBreak/>
              <w:t>лАЗ</w:t>
            </w:r>
            <w:proofErr w:type="spellEnd"/>
            <w:r>
              <w:t xml:space="preserve"> 540А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lastRenderedPageBreak/>
              <w:t>Снижение времени  возде</w:t>
            </w:r>
            <w:r>
              <w:t>й</w:t>
            </w:r>
            <w:r>
              <w:lastRenderedPageBreak/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lastRenderedPageBreak/>
              <w:t xml:space="preserve">С 22.06.2020г </w:t>
            </w:r>
            <w:r w:rsidRPr="00525C0D">
              <w:rPr>
                <w:sz w:val="18"/>
                <w:szCs w:val="18"/>
              </w:rPr>
              <w:lastRenderedPageBreak/>
              <w:t>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lastRenderedPageBreak/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E552CE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E552CE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249. Водитель погрузчика VOLVO L 180 F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1795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1795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250А. Водитель погрузчика VOLVO L 250-220 G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D84BC0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D84BC0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251А. Водитель погрузчика VOLVO L 150 H(F)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453AE7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7C5948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252А. Водитель погрузчика </w:t>
            </w:r>
            <w:proofErr w:type="spellStart"/>
            <w:r>
              <w:t>Caterpillar</w:t>
            </w:r>
            <w:proofErr w:type="spellEnd"/>
            <w:r>
              <w:t xml:space="preserve"> 972H(L)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64CD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64CD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253. Водитель погрузчика LIEBHERR L566-460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64CD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64CD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254. Водитель погрузчика HYUNDAI HL 780-9S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64CD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64CD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 xml:space="preserve">255. Водитель погрузчика </w:t>
            </w:r>
            <w:proofErr w:type="spellStart"/>
            <w:r>
              <w:t>Manitou</w:t>
            </w:r>
            <w:proofErr w:type="spellEnd"/>
            <w:r>
              <w:t xml:space="preserve"> MLT523T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F64CD6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05405C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Pr="001370D5" w:rsidRDefault="00023FF8" w:rsidP="001370D5">
            <w:pPr>
              <w:pStyle w:val="aa"/>
              <w:jc w:val="left"/>
            </w:pPr>
            <w:r>
              <w:t>256. Водитель погрузчика А</w:t>
            </w:r>
            <w:r>
              <w:t>В</w:t>
            </w:r>
            <w:r>
              <w:t>ТОПОГРУЗЧИК 4081 М</w:t>
            </w: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05405C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063DF1" w:rsidRDefault="00023FF8" w:rsidP="00050685">
            <w:pPr>
              <w:pStyle w:val="aa"/>
            </w:pPr>
            <w:r>
              <w:t>-//-</w:t>
            </w:r>
          </w:p>
        </w:tc>
        <w:tc>
          <w:tcPr>
            <w:tcW w:w="3294" w:type="dxa"/>
          </w:tcPr>
          <w:p w:rsidR="00023FF8" w:rsidRDefault="00023FF8" w:rsidP="00050685">
            <w:pPr>
              <w:jc w:val="center"/>
            </w:pPr>
            <w:r w:rsidRPr="00B21FAB">
              <w:t>-//-</w:t>
            </w:r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  <w:tr w:rsidR="00023FF8" w:rsidRPr="00AF49A3" w:rsidTr="008B4051">
        <w:trPr>
          <w:jc w:val="center"/>
        </w:trPr>
        <w:tc>
          <w:tcPr>
            <w:tcW w:w="3049" w:type="dxa"/>
            <w:vAlign w:val="center"/>
          </w:tcPr>
          <w:p w:rsidR="00023FF8" w:rsidRDefault="00023FF8" w:rsidP="001370D5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23FF8" w:rsidRDefault="00023FF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23FF8" w:rsidRDefault="00023FF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23FF8" w:rsidRPr="00525C0D" w:rsidRDefault="00023FF8" w:rsidP="00050685">
            <w:pPr>
              <w:pStyle w:val="aa"/>
              <w:rPr>
                <w:sz w:val="18"/>
                <w:szCs w:val="18"/>
              </w:rPr>
            </w:pPr>
            <w:r w:rsidRPr="00525C0D">
              <w:rPr>
                <w:sz w:val="18"/>
                <w:szCs w:val="18"/>
              </w:rPr>
              <w:t>С 22.06.2020г и постоянно</w:t>
            </w:r>
          </w:p>
        </w:tc>
        <w:tc>
          <w:tcPr>
            <w:tcW w:w="3294" w:type="dxa"/>
            <w:vAlign w:val="center"/>
          </w:tcPr>
          <w:p w:rsidR="00023FF8" w:rsidRPr="00063DF1" w:rsidRDefault="00023FF8" w:rsidP="00050685">
            <w:pPr>
              <w:pStyle w:val="aa"/>
            </w:pPr>
            <w:proofErr w:type="spellStart"/>
            <w:r w:rsidRPr="009A190B">
              <w:t>ПАТ</w:t>
            </w:r>
            <w:proofErr w:type="gramStart"/>
            <w:r w:rsidRPr="009A190B">
              <w:t>,О</w:t>
            </w:r>
            <w:proofErr w:type="gramEnd"/>
            <w:r w:rsidRPr="009A190B">
              <w:t>ТиЗ</w:t>
            </w:r>
            <w:proofErr w:type="spellEnd"/>
          </w:p>
        </w:tc>
        <w:tc>
          <w:tcPr>
            <w:tcW w:w="1315" w:type="dxa"/>
            <w:vAlign w:val="center"/>
          </w:tcPr>
          <w:p w:rsidR="00023FF8" w:rsidRPr="00063DF1" w:rsidRDefault="00023FF8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1370D5">
        <w:rPr>
          <w:rStyle w:val="a9"/>
        </w:rPr>
        <w:t>11.06.2020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  <w:bookmarkStart w:id="1" w:name="_GoBack"/>
      <w:bookmarkEnd w:id="1"/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2E" w:rsidRDefault="00D23E2E" w:rsidP="001370D5">
      <w:r>
        <w:separator/>
      </w:r>
    </w:p>
  </w:endnote>
  <w:endnote w:type="continuationSeparator" w:id="0">
    <w:p w:rsidR="00D23E2E" w:rsidRDefault="00D23E2E" w:rsidP="0013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2E" w:rsidRDefault="00D23E2E" w:rsidP="001370D5">
      <w:r>
        <w:separator/>
      </w:r>
    </w:p>
  </w:footnote>
  <w:footnote w:type="continuationSeparator" w:id="0">
    <w:p w:rsidR="00D23E2E" w:rsidRDefault="00D23E2E" w:rsidP="00137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boss_fio" w:val="Филатчев Алексей Петрович"/>
    <w:docVar w:name="ceh_info" w:val=" Акционерное общество &quot;Павловск Неруд&quot; "/>
    <w:docVar w:name="doc_type" w:val="6"/>
    <w:docVar w:name="fill_date" w:val="11.06.2020"/>
    <w:docVar w:name="org_guid" w:val="D2B076167A6949E780D8EBCB3537744B"/>
    <w:docVar w:name="org_id" w:val="6"/>
    <w:docVar w:name="org_name" w:val="     "/>
    <w:docVar w:name="pers_guids" w:val="F400F81C9AC042BA840BE6615FA7BAC5@144-870-268 77"/>
    <w:docVar w:name="pers_snils" w:val="F400F81C9AC042BA840BE6615FA7BAC5@144-870-268 77"/>
    <w:docVar w:name="pred_dolg" w:val="Главный инженер"/>
    <w:docVar w:name="pred_fio" w:val="Говоров Виктор Георгиевич"/>
    <w:docVar w:name="rbtd_adr" w:val="     "/>
    <w:docVar w:name="rbtd_name" w:val="Акционерное общество &quot;Павловск Неруд&quot;"/>
    <w:docVar w:name="sv_docs" w:val="1"/>
  </w:docVars>
  <w:rsids>
    <w:rsidRoot w:val="001370D5"/>
    <w:rsid w:val="0000061F"/>
    <w:rsid w:val="0002033E"/>
    <w:rsid w:val="00023FF8"/>
    <w:rsid w:val="00056BFC"/>
    <w:rsid w:val="0007776A"/>
    <w:rsid w:val="00093D2E"/>
    <w:rsid w:val="000C5130"/>
    <w:rsid w:val="001370D5"/>
    <w:rsid w:val="00187560"/>
    <w:rsid w:val="00196135"/>
    <w:rsid w:val="001A7AC3"/>
    <w:rsid w:val="001B06AD"/>
    <w:rsid w:val="001D6EE9"/>
    <w:rsid w:val="001F0AD8"/>
    <w:rsid w:val="00237B32"/>
    <w:rsid w:val="00300A12"/>
    <w:rsid w:val="00381320"/>
    <w:rsid w:val="003A1C01"/>
    <w:rsid w:val="003A2259"/>
    <w:rsid w:val="003C79E5"/>
    <w:rsid w:val="00483A6A"/>
    <w:rsid w:val="00495D50"/>
    <w:rsid w:val="004B60D5"/>
    <w:rsid w:val="004B7161"/>
    <w:rsid w:val="004C6BD0"/>
    <w:rsid w:val="004D3FF5"/>
    <w:rsid w:val="004E1E30"/>
    <w:rsid w:val="004E5CB1"/>
    <w:rsid w:val="004F21AD"/>
    <w:rsid w:val="00525C0D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3E3E"/>
    <w:rsid w:val="00725C51"/>
    <w:rsid w:val="00820552"/>
    <w:rsid w:val="00837F59"/>
    <w:rsid w:val="008B4051"/>
    <w:rsid w:val="008C0968"/>
    <w:rsid w:val="009027B5"/>
    <w:rsid w:val="00922677"/>
    <w:rsid w:val="00924E39"/>
    <w:rsid w:val="009647F7"/>
    <w:rsid w:val="009A1326"/>
    <w:rsid w:val="009A190B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4763D"/>
    <w:rsid w:val="00C90C41"/>
    <w:rsid w:val="00C93056"/>
    <w:rsid w:val="00CA2E96"/>
    <w:rsid w:val="00CC5E53"/>
    <w:rsid w:val="00CD2568"/>
    <w:rsid w:val="00D11966"/>
    <w:rsid w:val="00D23E2E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370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370D5"/>
    <w:rPr>
      <w:sz w:val="24"/>
    </w:rPr>
  </w:style>
  <w:style w:type="paragraph" w:styleId="ad">
    <w:name w:val="footer"/>
    <w:basedOn w:val="a"/>
    <w:link w:val="ae"/>
    <w:rsid w:val="001370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370D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32848-8A21-4E2E-A082-832E372BF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257</TotalTime>
  <Pages>26</Pages>
  <Words>10067</Words>
  <Characters>57383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67316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Пользователь Windows</dc:creator>
  <cp:lastModifiedBy>Матебарчук Станислав Юрьевич</cp:lastModifiedBy>
  <cp:revision>6</cp:revision>
  <dcterms:created xsi:type="dcterms:W3CDTF">2020-06-12T19:44:00Z</dcterms:created>
  <dcterms:modified xsi:type="dcterms:W3CDTF">2020-09-28T07:55:00Z</dcterms:modified>
</cp:coreProperties>
</file>